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4BF8427" w14:textId="79760019" w:rsidR="00235FA2" w:rsidRDefault="00031936" w:rsidP="007D37B5">
      <w:pPr>
        <w:pStyle w:val="Subttulo"/>
        <w:tabs>
          <w:tab w:val="left" w:pos="3860"/>
          <w:tab w:val="center" w:pos="5032"/>
        </w:tabs>
        <w:jc w:val="left"/>
        <w:rPr>
          <w:rFonts w:ascii="ArialMT" w:hAnsi="ArialMT" w:cs="ArialMT"/>
          <w:b/>
        </w:rPr>
      </w:pPr>
      <w:r w:rsidRPr="00235FA2"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68C50D" wp14:editId="5D5C6CEC">
                <wp:simplePos x="0" y="0"/>
                <wp:positionH relativeFrom="column">
                  <wp:posOffset>2659380</wp:posOffset>
                </wp:positionH>
                <wp:positionV relativeFrom="paragraph">
                  <wp:posOffset>-34290</wp:posOffset>
                </wp:positionV>
                <wp:extent cx="986790" cy="269875"/>
                <wp:effectExtent l="0" t="0" r="0" b="0"/>
                <wp:wrapNone/>
                <wp:docPr id="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7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A504E" w14:textId="77777777" w:rsidR="00724AF1" w:rsidRPr="009B6165" w:rsidRDefault="00724AF1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B6165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Anexo VI</w:t>
                            </w:r>
                          </w:p>
                          <w:p w14:paraId="4BA786D8" w14:textId="77777777" w:rsidR="00724AF1" w:rsidRPr="00452612" w:rsidRDefault="00724AF1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B68C50D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209.4pt;margin-top:-2.7pt;width:77.7pt;height:2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" stroked="f">
                <v:textbox>
                  <w:txbxContent>
                    <w:p w14:paraId="09BA504E" w14:textId="77777777" w:rsidR="00724AF1" w:rsidRPr="009B6165" w:rsidRDefault="00724AF1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9B6165">
                        <w:rPr>
                          <w:rFonts w:cs="Arial"/>
                          <w:b/>
                          <w:sz w:val="24"/>
                          <w:szCs w:val="24"/>
                        </w:rPr>
                        <w:t>Anexo VI</w:t>
                      </w:r>
                    </w:p>
                    <w:p w14:paraId="4BA786D8" w14:textId="77777777" w:rsidR="00724AF1" w:rsidRPr="00452612" w:rsidRDefault="00724AF1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3D9321" w14:textId="77777777" w:rsidR="00235FA2" w:rsidRDefault="002A7D88" w:rsidP="00736702">
      <w:pPr>
        <w:pStyle w:val="Subttulo"/>
        <w:rPr>
          <w:rFonts w:ascii="ArialMT" w:hAnsi="ArialMT" w:cs="ArialMT"/>
          <w:b/>
        </w:rPr>
      </w:pPr>
      <w:r>
        <w:rPr>
          <w:rFonts w:ascii="ArialMT" w:hAnsi="ArialMT" w:cs="ArialMT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CB7479" wp14:editId="41401E86">
                <wp:simplePos x="0" y="0"/>
                <wp:positionH relativeFrom="margin">
                  <wp:posOffset>37355</wp:posOffset>
                </wp:positionH>
                <wp:positionV relativeFrom="paragraph">
                  <wp:posOffset>8890</wp:posOffset>
                </wp:positionV>
                <wp:extent cx="6384593" cy="445273"/>
                <wp:effectExtent l="0" t="0" r="16510" b="12065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4593" cy="445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C1B6A" w14:textId="77777777" w:rsidR="00724AF1" w:rsidRPr="009B6165" w:rsidRDefault="00724AF1" w:rsidP="00235FA2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B6165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INFORME DE SEGUIMIENTO Y EVALUACIÓN DE LOS PROYECTOS </w:t>
                            </w:r>
                          </w:p>
                          <w:p w14:paraId="1D14923E" w14:textId="77777777" w:rsidR="00724AF1" w:rsidRPr="00452612" w:rsidRDefault="00724AF1" w:rsidP="00235FA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B6165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DE FORMACIÓN PROFESIONAL DUAL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DCB7479" id="Text Box 60" o:spid="_x0000_s1027" type="#_x0000_t202" style="position:absolute;left:0;text-align:left;margin-left:2.95pt;margin-top:.7pt;width:502.7pt;height:35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">
                <v:textbox>
                  <w:txbxContent>
                    <w:p w14:paraId="3EDC1B6A" w14:textId="77777777" w:rsidR="00724AF1" w:rsidRPr="009B6165" w:rsidRDefault="00724AF1" w:rsidP="00235FA2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9B6165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INFORME DE SEGUIMIENTO Y EVALUACIÓN DE LOS PROYECTOS </w:t>
                      </w:r>
                    </w:p>
                    <w:p w14:paraId="1D14923E" w14:textId="77777777" w:rsidR="00724AF1" w:rsidRPr="00452612" w:rsidRDefault="00724AF1" w:rsidP="00235FA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9B6165">
                        <w:rPr>
                          <w:rFonts w:cs="Arial"/>
                          <w:b/>
                          <w:sz w:val="24"/>
                          <w:szCs w:val="24"/>
                        </w:rPr>
                        <w:t>DE FORMACIÓN PROFESIONAL DUAL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420CFE" w14:textId="77777777" w:rsidR="00235FA2" w:rsidRDefault="00235FA2" w:rsidP="00736702">
      <w:pPr>
        <w:pStyle w:val="Subttulo"/>
        <w:rPr>
          <w:rFonts w:ascii="ArialMT" w:hAnsi="ArialMT" w:cs="ArialMT"/>
          <w:b/>
        </w:rPr>
      </w:pPr>
    </w:p>
    <w:p w14:paraId="73F921FF" w14:textId="77777777" w:rsidR="00C75E56" w:rsidRDefault="00C75E56">
      <w:pPr>
        <w:rPr>
          <w:sz w:val="18"/>
        </w:rPr>
      </w:pPr>
    </w:p>
    <w:tbl>
      <w:tblPr>
        <w:tblW w:w="1006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268"/>
        <w:gridCol w:w="2755"/>
        <w:gridCol w:w="1072"/>
        <w:gridCol w:w="1196"/>
        <w:gridCol w:w="1498"/>
      </w:tblGrid>
      <w:tr w:rsidR="003C4C70" w:rsidRPr="00235FA2" w14:paraId="30D21BB8" w14:textId="77777777" w:rsidTr="002A7D88">
        <w:tc>
          <w:tcPr>
            <w:tcW w:w="10065" w:type="dxa"/>
            <w:gridSpan w:val="6"/>
            <w:tcBorders>
              <w:top w:val="single" w:sz="8" w:space="0" w:color="auto"/>
              <w:bottom w:val="single" w:sz="2" w:space="0" w:color="auto"/>
            </w:tcBorders>
            <w:shd w:val="pct12" w:color="auto" w:fill="auto"/>
            <w:vAlign w:val="center"/>
          </w:tcPr>
          <w:p w14:paraId="379A2D8C" w14:textId="77777777" w:rsidR="003C4C70" w:rsidRPr="009B6165" w:rsidRDefault="001E007E" w:rsidP="001E007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9B6165">
              <w:rPr>
                <w:rFonts w:cs="Arial"/>
                <w:b/>
                <w:sz w:val="18"/>
                <w:szCs w:val="18"/>
              </w:rPr>
              <w:t>Proyecto de Formación Profesional Dual</w:t>
            </w:r>
          </w:p>
        </w:tc>
      </w:tr>
      <w:tr w:rsidR="00C839FA" w:rsidRPr="00235FA2" w14:paraId="74F9C76E" w14:textId="77777777" w:rsidTr="00915007">
        <w:trPr>
          <w:trHeight w:val="492"/>
        </w:trPr>
        <w:tc>
          <w:tcPr>
            <w:tcW w:w="6299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1CBE" w14:textId="77777777" w:rsidR="00C839FA" w:rsidRPr="009B6165" w:rsidRDefault="00C839FA" w:rsidP="00C839F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Centro educativo:</w:t>
            </w:r>
          </w:p>
        </w:tc>
        <w:tc>
          <w:tcPr>
            <w:tcW w:w="376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214FA9" w14:textId="77777777" w:rsidR="00C839FA" w:rsidRPr="009B6165" w:rsidRDefault="00C839FA" w:rsidP="00C839F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Localidad</w:t>
            </w:r>
            <w:r w:rsidRPr="009B6165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3257C6" w:rsidRPr="00235FA2" w14:paraId="0C4AFE41" w14:textId="77777777" w:rsidTr="00915007">
        <w:trPr>
          <w:trHeight w:val="427"/>
        </w:trPr>
        <w:tc>
          <w:tcPr>
            <w:tcW w:w="10065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D64BA47" w14:textId="77777777" w:rsidR="003257C6" w:rsidRPr="009B6165" w:rsidRDefault="003257C6" w:rsidP="00C839F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Tutor</w:t>
            </w:r>
            <w:r w:rsidR="00070048">
              <w:rPr>
                <w:rFonts w:cs="Arial"/>
                <w:sz w:val="18"/>
                <w:szCs w:val="18"/>
              </w:rPr>
              <w:t>/a</w:t>
            </w:r>
            <w:r>
              <w:rPr>
                <w:rFonts w:cs="Arial"/>
                <w:sz w:val="18"/>
                <w:szCs w:val="18"/>
              </w:rPr>
              <w:t xml:space="preserve"> del centro educativo:</w:t>
            </w:r>
          </w:p>
        </w:tc>
      </w:tr>
      <w:tr w:rsidR="00C839FA" w:rsidRPr="00235FA2" w14:paraId="50631259" w14:textId="77777777" w:rsidTr="00A67058">
        <w:tc>
          <w:tcPr>
            <w:tcW w:w="6299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408A987" w14:textId="77777777" w:rsidR="00C839FA" w:rsidRPr="009B6165" w:rsidRDefault="005351E7" w:rsidP="00C839F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Organismos o </w:t>
            </w:r>
            <w:r w:rsidR="00C839FA" w:rsidRPr="009B6165">
              <w:rPr>
                <w:rFonts w:cs="Arial"/>
                <w:sz w:val="18"/>
                <w:szCs w:val="18"/>
              </w:rPr>
              <w:t>Empresa</w:t>
            </w:r>
            <w:r w:rsidR="00C966D3" w:rsidRPr="009B6165">
              <w:rPr>
                <w:rFonts w:cs="Arial"/>
                <w:sz w:val="18"/>
                <w:szCs w:val="18"/>
              </w:rPr>
              <w:t xml:space="preserve">/s </w:t>
            </w:r>
            <w:r w:rsidR="00C839FA" w:rsidRPr="009B6165">
              <w:rPr>
                <w:rFonts w:cs="Arial"/>
                <w:sz w:val="18"/>
                <w:szCs w:val="18"/>
              </w:rPr>
              <w:t>colaboradora</w:t>
            </w:r>
            <w:r w:rsidR="00C966D3" w:rsidRPr="009B6165">
              <w:rPr>
                <w:rFonts w:cs="Arial"/>
                <w:sz w:val="18"/>
                <w:szCs w:val="18"/>
              </w:rPr>
              <w:t>/s</w:t>
            </w:r>
            <w:r w:rsidR="00C839FA" w:rsidRPr="009B6165">
              <w:rPr>
                <w:rFonts w:cs="Arial"/>
                <w:sz w:val="18"/>
                <w:szCs w:val="18"/>
              </w:rPr>
              <w:t>:</w:t>
            </w:r>
          </w:p>
          <w:p w14:paraId="4B5C766F" w14:textId="77777777" w:rsidR="00C966D3" w:rsidRPr="00235FA2" w:rsidRDefault="00C966D3" w:rsidP="00C839FA">
            <w:pPr>
              <w:spacing w:before="60" w:after="6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35386AB9" w14:textId="77777777" w:rsidR="00C839FA" w:rsidRPr="009B6165" w:rsidRDefault="00C839FA" w:rsidP="00C839F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Localidad</w:t>
            </w:r>
            <w:r w:rsidRPr="009B6165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  <w:tr w:rsidR="008D2131" w:rsidRPr="00235FA2" w14:paraId="77920835" w14:textId="77777777" w:rsidTr="00915007">
        <w:trPr>
          <w:cantSplit/>
          <w:trHeight w:val="457"/>
        </w:trPr>
        <w:tc>
          <w:tcPr>
            <w:tcW w:w="6299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3C3C3B1" w14:textId="77777777" w:rsidR="008D2131" w:rsidRPr="009B6165" w:rsidRDefault="008D2131" w:rsidP="00A67058">
            <w:pPr>
              <w:spacing w:before="120" w:after="80"/>
              <w:ind w:right="74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Ciclo Formativo:</w:t>
            </w:r>
          </w:p>
        </w:tc>
        <w:tc>
          <w:tcPr>
            <w:tcW w:w="10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14:paraId="08370B3C" w14:textId="77777777" w:rsidR="008D2131" w:rsidRPr="009B6165" w:rsidRDefault="008D2131" w:rsidP="008D2131">
            <w:pPr>
              <w:spacing w:before="120" w:after="80"/>
              <w:ind w:right="74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Curso:</w:t>
            </w:r>
          </w:p>
        </w:tc>
        <w:tc>
          <w:tcPr>
            <w:tcW w:w="269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B6BD89" w14:textId="77777777" w:rsidR="008D2131" w:rsidRPr="009B6165" w:rsidRDefault="008D2131" w:rsidP="00A67058">
            <w:pPr>
              <w:spacing w:before="120" w:after="40"/>
              <w:ind w:right="72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Código de proyecto:</w:t>
            </w:r>
            <w:r w:rsidR="009B6165">
              <w:rPr>
                <w:rFonts w:cs="Arial"/>
                <w:sz w:val="18"/>
                <w:szCs w:val="18"/>
              </w:rPr>
              <w:t xml:space="preserve"> CLM</w:t>
            </w:r>
            <w:r w:rsidR="00A67058">
              <w:rPr>
                <w:rFonts w:cs="Arial"/>
                <w:sz w:val="18"/>
                <w:szCs w:val="18"/>
              </w:rPr>
              <w:t xml:space="preserve"> _</w:t>
            </w:r>
            <w:r w:rsidR="009B6165">
              <w:rPr>
                <w:rFonts w:cs="Arial"/>
                <w:sz w:val="18"/>
                <w:szCs w:val="18"/>
              </w:rPr>
              <w:t>_</w:t>
            </w:r>
            <w:r w:rsidR="00915007">
              <w:rPr>
                <w:rFonts w:cs="Arial"/>
                <w:sz w:val="18"/>
                <w:szCs w:val="18"/>
              </w:rPr>
              <w:t>_</w:t>
            </w:r>
          </w:p>
        </w:tc>
      </w:tr>
      <w:tr w:rsidR="00D25F0F" w:rsidRPr="00235FA2" w14:paraId="0AAB688A" w14:textId="77777777" w:rsidTr="00915007">
        <w:trPr>
          <w:cantSplit/>
          <w:trHeight w:val="435"/>
        </w:trPr>
        <w:tc>
          <w:tcPr>
            <w:tcW w:w="1276" w:type="dxa"/>
            <w:vMerge w:val="restart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</w:tcPr>
          <w:p w14:paraId="3851D87C" w14:textId="77777777" w:rsidR="00D25F0F" w:rsidRDefault="00D25F0F" w:rsidP="00915007">
            <w:pPr>
              <w:ind w:right="72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Modalidad:</w:t>
            </w:r>
          </w:p>
          <w:p w14:paraId="36EAD102" w14:textId="77777777" w:rsidR="00D25F0F" w:rsidRDefault="00D25F0F" w:rsidP="0029060E">
            <w:pPr>
              <w:ind w:left="72" w:right="72"/>
              <w:rPr>
                <w:rFonts w:cs="Arial"/>
                <w:sz w:val="18"/>
                <w:szCs w:val="18"/>
              </w:rPr>
            </w:pPr>
          </w:p>
          <w:sdt>
            <w:sdtPr>
              <w:rPr>
                <w:rFonts w:cs="Arial"/>
                <w:sz w:val="18"/>
                <w:szCs w:val="18"/>
              </w:rPr>
              <w:alias w:val="Modalidad"/>
              <w:tag w:val="Modalidad"/>
              <w:id w:val="8033721"/>
              <w:lock w:val="sdtLocked"/>
              <w:placeholder>
                <w:docPart w:val="5754798E602948FE9BCF4C43593EB02A"/>
              </w:placeholder>
              <w:showingPlcHdr/>
              <w:dropDownList>
                <w:listItem w:displayText="A" w:value="A"/>
                <w:listItem w:displayText="B" w:value="B"/>
                <w:listItem w:displayText="C" w:value="C"/>
              </w:dropDownList>
            </w:sdtPr>
            <w:sdtEndPr/>
            <w:sdtContent>
              <w:p w14:paraId="696109E6" w14:textId="77777777" w:rsidR="00D25F0F" w:rsidRDefault="00D25F0F" w:rsidP="0029060E">
                <w:pPr>
                  <w:ind w:left="72" w:right="72"/>
                  <w:rPr>
                    <w:rFonts w:cs="Arial"/>
                    <w:sz w:val="18"/>
                    <w:szCs w:val="18"/>
                  </w:rPr>
                </w:pPr>
                <w:r w:rsidRPr="00F83DC0">
                  <w:rPr>
                    <w:rStyle w:val="Textodelmarcadordeposicin"/>
                  </w:rPr>
                  <w:t>Elija un elemento.</w:t>
                </w:r>
              </w:p>
            </w:sdtContent>
          </w:sdt>
          <w:p w14:paraId="4AC5A408" w14:textId="77777777" w:rsidR="00D25F0F" w:rsidRPr="009B6165" w:rsidRDefault="00D25F0F" w:rsidP="0029060E">
            <w:pPr>
              <w:ind w:left="72" w:right="72"/>
              <w:rPr>
                <w:rFonts w:cs="Arial"/>
                <w:sz w:val="18"/>
                <w:szCs w:val="18"/>
              </w:rPr>
            </w:pPr>
          </w:p>
        </w:tc>
        <w:tc>
          <w:tcPr>
            <w:tcW w:w="5023" w:type="dxa"/>
            <w:gridSpan w:val="2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9AD4" w14:textId="77777777" w:rsidR="00D25F0F" w:rsidRPr="009B6165" w:rsidRDefault="00D25F0F" w:rsidP="00915007">
            <w:pPr>
              <w:ind w:right="-7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Duración: </w:t>
            </w:r>
            <w:sdt>
              <w:sdtPr>
                <w:rPr>
                  <w:rFonts w:cs="Arial"/>
                  <w:sz w:val="18"/>
                  <w:szCs w:val="18"/>
                </w:rPr>
                <w:alias w:val="Duración"/>
                <w:tag w:val="Duración"/>
                <w:id w:val="75719528"/>
                <w:lock w:val="sdtLocked"/>
                <w:placeholder>
                  <w:docPart w:val="E7A1D8D8D7D24CB2848F37DD3681DED0"/>
                </w:placeholder>
                <w:showingPlcHdr/>
                <w:dropDownList>
                  <w:listItem w:displayText="1 Curso" w:value="1 Curso"/>
                  <w:listItem w:displayText="2 Cursos" w:value="2 Cursos"/>
                </w:dropDownList>
              </w:sdtPr>
              <w:sdtEndPr/>
              <w:sdtContent>
                <w:r w:rsidRPr="00F83DC0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268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</w:tcBorders>
            <w:shd w:val="clear" w:color="auto" w:fill="auto"/>
          </w:tcPr>
          <w:p w14:paraId="7F6A7B46" w14:textId="77777777" w:rsidR="00D25F0F" w:rsidRDefault="00D25F0F" w:rsidP="00A67058">
            <w:pPr>
              <w:ind w:right="7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Nº </w:t>
            </w:r>
            <w:r w:rsidR="00915007">
              <w:rPr>
                <w:rFonts w:cs="Arial"/>
                <w:sz w:val="18"/>
                <w:szCs w:val="18"/>
              </w:rPr>
              <w:t xml:space="preserve">de </w:t>
            </w:r>
            <w:r>
              <w:rPr>
                <w:rFonts w:cs="Arial"/>
                <w:sz w:val="18"/>
                <w:szCs w:val="18"/>
              </w:rPr>
              <w:t>alumnos</w:t>
            </w:r>
            <w:r w:rsidR="00070048">
              <w:rPr>
                <w:rFonts w:cs="Arial"/>
                <w:sz w:val="18"/>
                <w:szCs w:val="18"/>
              </w:rPr>
              <w:t>/as</w:t>
            </w:r>
            <w:r w:rsidR="00FB0039">
              <w:rPr>
                <w:rFonts w:cs="Arial"/>
                <w:sz w:val="18"/>
                <w:szCs w:val="18"/>
              </w:rPr>
              <w:t>:</w:t>
            </w:r>
          </w:p>
          <w:p w14:paraId="3308187A" w14:textId="77777777" w:rsidR="00D25F0F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  <w:p w14:paraId="589FD776" w14:textId="77777777" w:rsidR="00915007" w:rsidRDefault="00915007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  <w:p w14:paraId="0719AD3A" w14:textId="77777777" w:rsidR="00D25F0F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Comenzaron:</w:t>
            </w:r>
          </w:p>
          <w:p w14:paraId="7F1737FF" w14:textId="77777777" w:rsidR="00D25F0F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  <w:p w14:paraId="38CC3F1A" w14:textId="77777777" w:rsidR="00D25F0F" w:rsidRPr="009B6165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Finalizan: </w:t>
            </w:r>
          </w:p>
        </w:tc>
        <w:tc>
          <w:tcPr>
            <w:tcW w:w="1498" w:type="dxa"/>
            <w:vMerge w:val="restart"/>
            <w:tcBorders>
              <w:top w:val="single" w:sz="2" w:space="0" w:color="auto"/>
              <w:left w:val="single" w:sz="4" w:space="0" w:color="auto"/>
            </w:tcBorders>
            <w:shd w:val="clear" w:color="auto" w:fill="auto"/>
          </w:tcPr>
          <w:p w14:paraId="0E9D9FE4" w14:textId="77777777" w:rsidR="00D25F0F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Nº de horas</w:t>
            </w:r>
            <w:r>
              <w:rPr>
                <w:rFonts w:cs="Arial"/>
                <w:sz w:val="18"/>
                <w:szCs w:val="18"/>
              </w:rPr>
              <w:t xml:space="preserve"> (excluida FCT)</w:t>
            </w:r>
            <w:r w:rsidRPr="009B6165">
              <w:rPr>
                <w:rFonts w:cs="Arial"/>
                <w:sz w:val="18"/>
                <w:szCs w:val="18"/>
              </w:rPr>
              <w:t>:</w:t>
            </w:r>
          </w:p>
          <w:p w14:paraId="500BA054" w14:textId="77777777" w:rsidR="00D25F0F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  <w:p w14:paraId="6912A0B0" w14:textId="77777777" w:rsidR="00D25F0F" w:rsidRPr="009B6165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</w:tc>
      </w:tr>
      <w:tr w:rsidR="00D25F0F" w:rsidRPr="00235FA2" w14:paraId="5DA755EE" w14:textId="77777777" w:rsidTr="00915007">
        <w:trPr>
          <w:cantSplit/>
          <w:trHeight w:val="574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D63F7C" w14:textId="77777777" w:rsidR="00D25F0F" w:rsidRPr="009B6165" w:rsidRDefault="00D25F0F" w:rsidP="0029060E">
            <w:pPr>
              <w:ind w:left="72" w:right="72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7194" w14:textId="77777777" w:rsidR="00D25F0F" w:rsidRDefault="00D25F0F" w:rsidP="0029060E">
            <w:pPr>
              <w:ind w:right="-70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Curso académico de inicio:</w:t>
            </w:r>
          </w:p>
          <w:p w14:paraId="46682C95" w14:textId="77777777" w:rsidR="00D25F0F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</w:tc>
        <w:tc>
          <w:tcPr>
            <w:tcW w:w="2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326AC" w14:textId="77777777" w:rsidR="00D25F0F" w:rsidRDefault="00D25F0F" w:rsidP="00A67058">
            <w:pPr>
              <w:ind w:right="-70"/>
              <w:rPr>
                <w:rFonts w:cs="Arial"/>
                <w:sz w:val="18"/>
                <w:szCs w:val="18"/>
              </w:rPr>
            </w:pPr>
            <w:r w:rsidRPr="009B6165">
              <w:rPr>
                <w:rFonts w:cs="Arial"/>
                <w:sz w:val="18"/>
                <w:szCs w:val="18"/>
              </w:rPr>
              <w:t>Curso académico de finalización:</w:t>
            </w:r>
          </w:p>
          <w:p w14:paraId="336F6675" w14:textId="77777777" w:rsidR="00D25F0F" w:rsidRDefault="00D25F0F" w:rsidP="0029060E">
            <w:pPr>
              <w:ind w:left="72" w:right="-7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53BA6567" w14:textId="77777777" w:rsidR="00D25F0F" w:rsidRPr="009B6165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D10486" w14:textId="77777777" w:rsidR="00D25F0F" w:rsidRPr="009B6165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</w:tc>
      </w:tr>
      <w:tr w:rsidR="00D25F0F" w:rsidRPr="00235FA2" w14:paraId="361C66F1" w14:textId="77777777" w:rsidTr="00915007">
        <w:trPr>
          <w:cantSplit/>
          <w:trHeight w:val="553"/>
        </w:trPr>
        <w:tc>
          <w:tcPr>
            <w:tcW w:w="1276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986FB6" w14:textId="77777777" w:rsidR="00D25F0F" w:rsidRPr="009B6165" w:rsidRDefault="00D25F0F" w:rsidP="0029060E">
            <w:pPr>
              <w:ind w:left="72" w:right="72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E029AAB" w14:textId="77777777" w:rsidR="00D25F0F" w:rsidRPr="00915007" w:rsidRDefault="00D25F0F" w:rsidP="0029060E">
            <w:pPr>
              <w:ind w:right="72"/>
              <w:rPr>
                <w:rFonts w:cs="Arial"/>
                <w:sz w:val="16"/>
                <w:szCs w:val="16"/>
              </w:rPr>
            </w:pPr>
            <w:r w:rsidRPr="00915007">
              <w:rPr>
                <w:rFonts w:cs="Arial"/>
                <w:sz w:val="16"/>
                <w:szCs w:val="16"/>
              </w:rPr>
              <w:t>Fecha de inicio del proyecto:</w:t>
            </w:r>
          </w:p>
          <w:p w14:paraId="34F46E35" w14:textId="77777777" w:rsidR="00D25F0F" w:rsidRPr="00D25F0F" w:rsidRDefault="00D25F0F" w:rsidP="0029060E">
            <w:pPr>
              <w:ind w:right="72"/>
              <w:rPr>
                <w:rFonts w:cs="Arial"/>
                <w:sz w:val="16"/>
                <w:szCs w:val="16"/>
              </w:rPr>
            </w:pPr>
          </w:p>
        </w:tc>
        <w:tc>
          <w:tcPr>
            <w:tcW w:w="27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034CA29" w14:textId="77777777" w:rsidR="00D25F0F" w:rsidRPr="00915007" w:rsidRDefault="00D25F0F" w:rsidP="00915007">
            <w:pPr>
              <w:ind w:right="72"/>
              <w:rPr>
                <w:rFonts w:cs="Arial"/>
                <w:sz w:val="16"/>
                <w:szCs w:val="16"/>
              </w:rPr>
            </w:pPr>
            <w:r w:rsidRPr="00915007">
              <w:rPr>
                <w:rFonts w:cs="Arial"/>
                <w:sz w:val="16"/>
                <w:szCs w:val="16"/>
              </w:rPr>
              <w:t>Fecha de finalización del proyecto:</w:t>
            </w:r>
          </w:p>
          <w:p w14:paraId="243C57BF" w14:textId="77777777" w:rsidR="00D25F0F" w:rsidRPr="009B6165" w:rsidRDefault="00D25F0F" w:rsidP="00D25F0F">
            <w:pPr>
              <w:ind w:left="72" w:right="-7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14:paraId="39FEED7D" w14:textId="77777777" w:rsidR="00D25F0F" w:rsidRPr="009B6165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14:paraId="03E9A99C" w14:textId="77777777" w:rsidR="00D25F0F" w:rsidRPr="009B6165" w:rsidRDefault="00D25F0F" w:rsidP="0029060E">
            <w:pPr>
              <w:ind w:right="72"/>
              <w:rPr>
                <w:rFonts w:cs="Arial"/>
                <w:sz w:val="18"/>
                <w:szCs w:val="18"/>
              </w:rPr>
            </w:pPr>
          </w:p>
        </w:tc>
      </w:tr>
    </w:tbl>
    <w:p w14:paraId="7AA5F7E6" w14:textId="77777777" w:rsidR="002A3B13" w:rsidRDefault="002A3B13" w:rsidP="002A3B13">
      <w:pPr>
        <w:rPr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3402"/>
        <w:gridCol w:w="851"/>
        <w:gridCol w:w="992"/>
        <w:gridCol w:w="709"/>
      </w:tblGrid>
      <w:tr w:rsidR="004371FD" w:rsidRPr="00235FA2" w14:paraId="24432839" w14:textId="77777777" w:rsidTr="006A5525">
        <w:trPr>
          <w:trHeight w:val="403"/>
        </w:trPr>
        <w:tc>
          <w:tcPr>
            <w:tcW w:w="10065" w:type="dxa"/>
            <w:gridSpan w:val="5"/>
            <w:shd w:val="clear" w:color="auto" w:fill="auto"/>
          </w:tcPr>
          <w:p w14:paraId="4C243647" w14:textId="77777777" w:rsidR="004371FD" w:rsidRPr="003806EE" w:rsidRDefault="004371FD" w:rsidP="004371FD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spacing w:before="120"/>
              <w:ind w:left="214" w:right="74" w:hanging="214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Relación de alumn</w:t>
            </w:r>
            <w:r w:rsidR="001A3179">
              <w:rPr>
                <w:rFonts w:cs="Arial"/>
                <w:sz w:val="18"/>
                <w:szCs w:val="18"/>
              </w:rPr>
              <w:t>ado</w:t>
            </w:r>
            <w:r w:rsidRPr="003806EE">
              <w:rPr>
                <w:rFonts w:cs="Arial"/>
                <w:sz w:val="18"/>
                <w:szCs w:val="18"/>
              </w:rPr>
              <w:t xml:space="preserve"> que inici</w:t>
            </w:r>
            <w:r w:rsidR="001A3179">
              <w:rPr>
                <w:rFonts w:cs="Arial"/>
                <w:sz w:val="18"/>
                <w:szCs w:val="18"/>
              </w:rPr>
              <w:t>ó</w:t>
            </w:r>
            <w:r w:rsidRPr="003806EE">
              <w:rPr>
                <w:rFonts w:cs="Arial"/>
                <w:sz w:val="18"/>
                <w:szCs w:val="18"/>
              </w:rPr>
              <w:t xml:space="preserve"> el proyecto, indicando en cada caso </w:t>
            </w:r>
            <w:r w:rsidR="00D25F0F" w:rsidRPr="003806EE">
              <w:rPr>
                <w:rFonts w:cs="Arial"/>
                <w:sz w:val="18"/>
                <w:szCs w:val="18"/>
              </w:rPr>
              <w:t>sí</w:t>
            </w:r>
            <w:r w:rsidRPr="003806EE">
              <w:rPr>
                <w:rFonts w:cs="Arial"/>
                <w:sz w:val="18"/>
                <w:szCs w:val="18"/>
              </w:rPr>
              <w:t xml:space="preserve"> lo ha completado en su totalidad.</w:t>
            </w:r>
          </w:p>
        </w:tc>
      </w:tr>
      <w:tr w:rsidR="001C7047" w:rsidRPr="00235FA2" w14:paraId="759C8C01" w14:textId="77777777" w:rsidTr="001C7047">
        <w:trPr>
          <w:trHeight w:val="140"/>
        </w:trPr>
        <w:tc>
          <w:tcPr>
            <w:tcW w:w="4111" w:type="dxa"/>
            <w:shd w:val="clear" w:color="auto" w:fill="auto"/>
          </w:tcPr>
          <w:p w14:paraId="3F6AD1CC" w14:textId="77777777" w:rsidR="001C7047" w:rsidRPr="003806EE" w:rsidRDefault="001C7047" w:rsidP="00A67058">
            <w:pPr>
              <w:ind w:left="74" w:right="74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Alumno</w:t>
            </w:r>
            <w:r w:rsidR="00070048" w:rsidRPr="003806EE">
              <w:rPr>
                <w:rFonts w:cs="Arial"/>
                <w:sz w:val="18"/>
                <w:szCs w:val="18"/>
              </w:rPr>
              <w:t>/a</w:t>
            </w:r>
          </w:p>
        </w:tc>
        <w:tc>
          <w:tcPr>
            <w:tcW w:w="3402" w:type="dxa"/>
            <w:shd w:val="clear" w:color="auto" w:fill="auto"/>
          </w:tcPr>
          <w:p w14:paraId="7FFF56B2" w14:textId="77777777" w:rsidR="001C7047" w:rsidRPr="003806EE" w:rsidRDefault="001C7047" w:rsidP="00541637">
            <w:pPr>
              <w:ind w:left="74" w:right="74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Empresa colaboradora</w:t>
            </w:r>
          </w:p>
        </w:tc>
        <w:tc>
          <w:tcPr>
            <w:tcW w:w="851" w:type="dxa"/>
            <w:shd w:val="clear" w:color="auto" w:fill="auto"/>
          </w:tcPr>
          <w:p w14:paraId="01ADF7D5" w14:textId="77777777" w:rsidR="001C7047" w:rsidRPr="003806EE" w:rsidRDefault="001C7047" w:rsidP="00541637">
            <w:pPr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Finaliza</w:t>
            </w:r>
          </w:p>
        </w:tc>
        <w:tc>
          <w:tcPr>
            <w:tcW w:w="992" w:type="dxa"/>
            <w:shd w:val="clear" w:color="auto" w:fill="auto"/>
          </w:tcPr>
          <w:p w14:paraId="0A0961F3" w14:textId="77777777" w:rsidR="001C7047" w:rsidRPr="003806EE" w:rsidRDefault="001C7047" w:rsidP="00541637">
            <w:pPr>
              <w:ind w:left="-70" w:right="-70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Abandona</w:t>
            </w:r>
          </w:p>
        </w:tc>
        <w:tc>
          <w:tcPr>
            <w:tcW w:w="709" w:type="dxa"/>
            <w:shd w:val="clear" w:color="auto" w:fill="auto"/>
          </w:tcPr>
          <w:p w14:paraId="24FF6A44" w14:textId="77777777" w:rsidR="001C7047" w:rsidRPr="003806EE" w:rsidRDefault="001C7047" w:rsidP="001C7047">
            <w:pPr>
              <w:ind w:left="-70" w:right="-70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Repite</w:t>
            </w:r>
          </w:p>
        </w:tc>
      </w:tr>
      <w:tr w:rsidR="001C7047" w:rsidRPr="00235FA2" w14:paraId="21F0ECB7" w14:textId="77777777" w:rsidTr="001C7047">
        <w:trPr>
          <w:trHeight w:val="300"/>
        </w:trPr>
        <w:tc>
          <w:tcPr>
            <w:tcW w:w="4111" w:type="dxa"/>
          </w:tcPr>
          <w:p w14:paraId="11B4071A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42812E90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70E4140A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8E1B9A4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69BCC15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4573D695" w14:textId="77777777" w:rsidTr="001C7047">
        <w:trPr>
          <w:trHeight w:val="300"/>
        </w:trPr>
        <w:tc>
          <w:tcPr>
            <w:tcW w:w="4111" w:type="dxa"/>
          </w:tcPr>
          <w:p w14:paraId="32B5ECF7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08509A53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173D066C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B2C0D6A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40B6D7C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5C296348" w14:textId="77777777" w:rsidTr="001C7047">
        <w:trPr>
          <w:trHeight w:val="300"/>
        </w:trPr>
        <w:tc>
          <w:tcPr>
            <w:tcW w:w="4111" w:type="dxa"/>
          </w:tcPr>
          <w:p w14:paraId="07FBF63D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6822290C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018D959E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2FB18339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803FDB8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20CEF3D3" w14:textId="77777777" w:rsidTr="001C7047">
        <w:trPr>
          <w:trHeight w:val="300"/>
        </w:trPr>
        <w:tc>
          <w:tcPr>
            <w:tcW w:w="4111" w:type="dxa"/>
          </w:tcPr>
          <w:p w14:paraId="3AD2A4D0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3E09895E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0EE7B1C5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99B8524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E4FA739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5C6B93C4" w14:textId="77777777" w:rsidTr="001C7047">
        <w:trPr>
          <w:trHeight w:val="300"/>
        </w:trPr>
        <w:tc>
          <w:tcPr>
            <w:tcW w:w="4111" w:type="dxa"/>
          </w:tcPr>
          <w:p w14:paraId="3E6CAF62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6A911240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5A75FE4F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BAA0D77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5D3763B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26F7EF5A" w14:textId="77777777" w:rsidTr="001C7047">
        <w:trPr>
          <w:trHeight w:val="300"/>
        </w:trPr>
        <w:tc>
          <w:tcPr>
            <w:tcW w:w="4111" w:type="dxa"/>
          </w:tcPr>
          <w:p w14:paraId="2610BA58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6AC98A46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50CA8422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43BEAFD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9B2AF33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2F32544E" w14:textId="77777777" w:rsidTr="001C7047">
        <w:trPr>
          <w:trHeight w:val="300"/>
        </w:trPr>
        <w:tc>
          <w:tcPr>
            <w:tcW w:w="4111" w:type="dxa"/>
          </w:tcPr>
          <w:p w14:paraId="10A60F8A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4DAECB51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45BAC661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29595CEB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644E6981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70E9760F" w14:textId="77777777" w:rsidTr="001C7047">
        <w:trPr>
          <w:trHeight w:val="300"/>
        </w:trPr>
        <w:tc>
          <w:tcPr>
            <w:tcW w:w="4111" w:type="dxa"/>
          </w:tcPr>
          <w:p w14:paraId="38D8F107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75A37853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1B4BFFBE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D9ECB9A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5FF5B9E5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6EA0966F" w14:textId="77777777" w:rsidTr="001C7047">
        <w:trPr>
          <w:trHeight w:val="300"/>
        </w:trPr>
        <w:tc>
          <w:tcPr>
            <w:tcW w:w="4111" w:type="dxa"/>
          </w:tcPr>
          <w:p w14:paraId="4762FE8E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3BCC7703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DFE775F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63643B7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AD092E8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  <w:tr w:rsidR="001C7047" w:rsidRPr="00235FA2" w14:paraId="245B0D6F" w14:textId="77777777" w:rsidTr="001C7047">
        <w:trPr>
          <w:trHeight w:val="300"/>
        </w:trPr>
        <w:tc>
          <w:tcPr>
            <w:tcW w:w="4111" w:type="dxa"/>
          </w:tcPr>
          <w:p w14:paraId="21B81D75" w14:textId="77777777" w:rsidR="001C7047" w:rsidRPr="00235FA2" w:rsidRDefault="001C7047" w:rsidP="002A3B13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2F4ED22B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7DE18C17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0C851B4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2FF35044" w14:textId="77777777" w:rsidR="001C7047" w:rsidRPr="00235FA2" w:rsidRDefault="001C7047" w:rsidP="00541637">
            <w:pPr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</w:tbl>
    <w:p w14:paraId="541F0ECD" w14:textId="77777777" w:rsidR="00D30269" w:rsidRDefault="00D30269" w:rsidP="002A3B13">
      <w:pPr>
        <w:rPr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850"/>
        <w:gridCol w:w="709"/>
        <w:gridCol w:w="4253"/>
      </w:tblGrid>
      <w:tr w:rsidR="00D30269" w:rsidRPr="00235FA2" w14:paraId="5C1784D4" w14:textId="77777777" w:rsidTr="00915007">
        <w:trPr>
          <w:trHeight w:val="529"/>
        </w:trPr>
        <w:tc>
          <w:tcPr>
            <w:tcW w:w="10065" w:type="dxa"/>
            <w:gridSpan w:val="5"/>
            <w:shd w:val="clear" w:color="auto" w:fill="auto"/>
            <w:vAlign w:val="center"/>
          </w:tcPr>
          <w:p w14:paraId="4687A025" w14:textId="77777777" w:rsidR="00587711" w:rsidRPr="003806EE" w:rsidRDefault="00D30269" w:rsidP="00915007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ind w:left="214" w:right="74" w:hanging="2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 xml:space="preserve">Datos generales del módulo profesional de </w:t>
            </w:r>
            <w:r w:rsidRPr="003806EE">
              <w:rPr>
                <w:rFonts w:cs="Arial"/>
                <w:sz w:val="18"/>
                <w:szCs w:val="18"/>
                <w:u w:val="single"/>
              </w:rPr>
              <w:t>Formación en centros de trabajo (FCT)</w:t>
            </w:r>
            <w:r w:rsidR="003257C6" w:rsidRPr="003806EE">
              <w:rPr>
                <w:rFonts w:cs="Arial"/>
                <w:sz w:val="18"/>
                <w:szCs w:val="18"/>
              </w:rPr>
              <w:t>, relacionados con el alumnado que ha participado en el proyecto de FP Dual.</w:t>
            </w:r>
          </w:p>
        </w:tc>
      </w:tr>
      <w:tr w:rsidR="00D30269" w:rsidRPr="00235FA2" w14:paraId="44C3DF10" w14:textId="77777777" w:rsidTr="00915007">
        <w:trPr>
          <w:trHeight w:val="380"/>
        </w:trPr>
        <w:tc>
          <w:tcPr>
            <w:tcW w:w="10065" w:type="dxa"/>
            <w:gridSpan w:val="5"/>
            <w:vAlign w:val="center"/>
          </w:tcPr>
          <w:p w14:paraId="0D4FAD9C" w14:textId="77777777" w:rsidR="00D30269" w:rsidRPr="003806EE" w:rsidRDefault="003257C6" w:rsidP="00915007">
            <w:pPr>
              <w:spacing w:after="40"/>
              <w:ind w:right="74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Tutor del centro educativo:</w:t>
            </w:r>
          </w:p>
        </w:tc>
      </w:tr>
      <w:tr w:rsidR="005351E7" w:rsidRPr="00235FA2" w14:paraId="2D24F3EC" w14:textId="77777777" w:rsidTr="00C7165A">
        <w:trPr>
          <w:trHeight w:val="458"/>
        </w:trPr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5134CB" w14:textId="77777777" w:rsidR="005351E7" w:rsidRPr="003806EE" w:rsidRDefault="005351E7" w:rsidP="00A67058">
            <w:pPr>
              <w:spacing w:after="40"/>
              <w:ind w:left="74" w:right="74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Alumno</w:t>
            </w:r>
            <w:r w:rsidR="00070048" w:rsidRPr="003806EE">
              <w:rPr>
                <w:rFonts w:cs="Arial"/>
                <w:sz w:val="18"/>
                <w:szCs w:val="18"/>
              </w:rPr>
              <w:t>/a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630A44" w14:textId="77777777" w:rsidR="005351E7" w:rsidRPr="003806EE" w:rsidRDefault="005351E7" w:rsidP="00C7165A">
            <w:pPr>
              <w:spacing w:after="40"/>
              <w:ind w:left="74" w:right="74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Centro de trabajo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8DA73A" w14:textId="77777777" w:rsidR="005351E7" w:rsidRPr="003806EE" w:rsidRDefault="005351E7" w:rsidP="00C7165A">
            <w:pPr>
              <w:spacing w:after="40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Periodo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550B5B" w14:textId="77777777" w:rsidR="005351E7" w:rsidRPr="003806EE" w:rsidRDefault="005351E7" w:rsidP="00C7165A">
            <w:pPr>
              <w:spacing w:after="40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Horas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A146C7" w14:textId="77777777" w:rsidR="005351E7" w:rsidRPr="003806EE" w:rsidRDefault="005351E7" w:rsidP="00C7165A">
            <w:pPr>
              <w:spacing w:after="40"/>
              <w:ind w:right="-70"/>
              <w:jc w:val="center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 xml:space="preserve">Evaluación global </w:t>
            </w:r>
            <w:r w:rsidR="00B97422" w:rsidRPr="003806EE">
              <w:rPr>
                <w:rFonts w:cs="Arial"/>
                <w:sz w:val="18"/>
                <w:szCs w:val="18"/>
              </w:rPr>
              <w:t xml:space="preserve">de </w:t>
            </w:r>
            <w:r w:rsidRPr="003806EE">
              <w:rPr>
                <w:rFonts w:cs="Arial"/>
                <w:sz w:val="18"/>
                <w:szCs w:val="18"/>
              </w:rPr>
              <w:t>competencia profesional</w:t>
            </w:r>
          </w:p>
        </w:tc>
      </w:tr>
      <w:tr w:rsidR="005351E7" w:rsidRPr="00235FA2" w14:paraId="0B3C5A7B" w14:textId="77777777" w:rsidTr="002A7D88">
        <w:trPr>
          <w:trHeight w:val="2403"/>
        </w:trPr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7DAE74FB" w14:textId="77777777" w:rsidR="005351E7" w:rsidRPr="00D25F0F" w:rsidRDefault="005351E7" w:rsidP="00CE0B6F">
            <w:pPr>
              <w:spacing w:after="40"/>
              <w:ind w:left="74" w:right="74"/>
              <w:rPr>
                <w:rFonts w:cs="Arial"/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28CAAFA1" w14:textId="77777777" w:rsidR="003806EE" w:rsidRPr="00D25F0F" w:rsidRDefault="003806EE" w:rsidP="00CE0B6F">
            <w:pPr>
              <w:spacing w:after="40"/>
              <w:ind w:left="74" w:right="74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02C08371" w14:textId="77777777" w:rsidR="005351E7" w:rsidRPr="00D25F0F" w:rsidRDefault="005351E7" w:rsidP="00CE0B6F">
            <w:pPr>
              <w:spacing w:after="40"/>
              <w:ind w:left="74" w:right="74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2E7F3243" w14:textId="77777777" w:rsidR="005351E7" w:rsidRPr="00D25F0F" w:rsidRDefault="005351E7" w:rsidP="00CE0B6F">
            <w:pPr>
              <w:spacing w:after="40"/>
              <w:ind w:left="74" w:right="74"/>
              <w:rPr>
                <w:rFonts w:cs="Arial"/>
                <w:sz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14:paraId="60B7EE43" w14:textId="77777777" w:rsidR="005351E7" w:rsidRPr="00D25F0F" w:rsidRDefault="005351E7" w:rsidP="00CE0B6F">
            <w:pPr>
              <w:spacing w:after="40"/>
              <w:ind w:left="74" w:right="74"/>
              <w:rPr>
                <w:rFonts w:cs="Arial"/>
                <w:sz w:val="20"/>
              </w:rPr>
            </w:pPr>
          </w:p>
        </w:tc>
      </w:tr>
      <w:tr w:rsidR="001153F3" w:rsidRPr="00235FA2" w14:paraId="5C25CDBA" w14:textId="77777777" w:rsidTr="00C7165A">
        <w:trPr>
          <w:trHeight w:val="702"/>
        </w:trPr>
        <w:tc>
          <w:tcPr>
            <w:tcW w:w="10065" w:type="dxa"/>
            <w:gridSpan w:val="5"/>
            <w:shd w:val="clear" w:color="auto" w:fill="auto"/>
            <w:vAlign w:val="center"/>
          </w:tcPr>
          <w:p w14:paraId="2567E7DE" w14:textId="77777777" w:rsidR="008B156D" w:rsidRPr="003806EE" w:rsidRDefault="00541637" w:rsidP="008B156D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ind w:left="214" w:right="74" w:hanging="214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lastRenderedPageBreak/>
              <w:t>Valoraci</w:t>
            </w:r>
            <w:r w:rsidR="008B156D" w:rsidRPr="003806EE">
              <w:rPr>
                <w:rFonts w:cs="Arial"/>
                <w:sz w:val="18"/>
                <w:szCs w:val="18"/>
              </w:rPr>
              <w:t>ón de los resultados obtenidos</w:t>
            </w:r>
            <w:r w:rsidR="005351E7" w:rsidRPr="003806EE">
              <w:rPr>
                <w:rFonts w:cs="Arial"/>
                <w:sz w:val="18"/>
                <w:szCs w:val="18"/>
              </w:rPr>
              <w:t xml:space="preserve"> en el desarrollo del proyecto de FP Dual</w:t>
            </w:r>
            <w:r w:rsidR="008B156D" w:rsidRPr="003806EE">
              <w:rPr>
                <w:rFonts w:cs="Arial"/>
                <w:sz w:val="18"/>
                <w:szCs w:val="18"/>
              </w:rPr>
              <w:t>:</w:t>
            </w:r>
          </w:p>
          <w:p w14:paraId="1E36F88E" w14:textId="77777777" w:rsidR="008B156D" w:rsidRPr="003806EE" w:rsidRDefault="008B156D" w:rsidP="00A547DB">
            <w:pPr>
              <w:numPr>
                <w:ilvl w:val="0"/>
                <w:numId w:val="8"/>
              </w:numPr>
              <w:ind w:left="356" w:right="74" w:hanging="142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En los proyectos de modalidad A o C, si han superado los módulos impartidos mediante esta colaboración.</w:t>
            </w:r>
          </w:p>
          <w:p w14:paraId="3DEA2F4F" w14:textId="77777777" w:rsidR="001153F3" w:rsidRPr="003806EE" w:rsidRDefault="00541637" w:rsidP="00A547DB">
            <w:pPr>
              <w:numPr>
                <w:ilvl w:val="0"/>
                <w:numId w:val="8"/>
              </w:numPr>
              <w:ind w:left="356" w:right="74" w:hanging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En el caso de</w:t>
            </w:r>
            <w:r w:rsidR="001A3179">
              <w:rPr>
                <w:rFonts w:cs="Arial"/>
                <w:sz w:val="18"/>
                <w:szCs w:val="18"/>
              </w:rPr>
              <w:t xml:space="preserve"> alumnado</w:t>
            </w:r>
            <w:r w:rsidRPr="003806EE">
              <w:rPr>
                <w:rFonts w:cs="Arial"/>
                <w:sz w:val="18"/>
                <w:szCs w:val="18"/>
              </w:rPr>
              <w:t xml:space="preserve"> que ha finalizado proyectos de modalidad B, indicar si lo ha realizado de forma satisfactoria.</w:t>
            </w:r>
            <w:r w:rsidRPr="003806E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1153F3" w:rsidRPr="00235FA2" w14:paraId="09E3E786" w14:textId="77777777" w:rsidTr="004D05A9">
        <w:trPr>
          <w:trHeight w:val="1198"/>
        </w:trPr>
        <w:tc>
          <w:tcPr>
            <w:tcW w:w="10065" w:type="dxa"/>
            <w:gridSpan w:val="5"/>
          </w:tcPr>
          <w:p w14:paraId="31524538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3C36375B" w14:textId="77777777" w:rsidR="008B156D" w:rsidRDefault="008B156D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06F678E0" w14:textId="77777777" w:rsidR="00395E9C" w:rsidRDefault="00395E9C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3887E28C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500ADF0A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4C1B55BA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4FB4AB44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11B42B7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DDB5FB6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13F3C547" w14:textId="77777777" w:rsidR="001153F3" w:rsidRPr="00235FA2" w:rsidRDefault="001153F3" w:rsidP="004B1735">
            <w:pPr>
              <w:spacing w:after="40"/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</w:tbl>
    <w:p w14:paraId="0735B209" w14:textId="77777777" w:rsidR="001153F3" w:rsidRDefault="001153F3">
      <w:pPr>
        <w:rPr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1153F3" w:rsidRPr="00235FA2" w14:paraId="20FA8AEC" w14:textId="77777777" w:rsidTr="00C7165A">
        <w:trPr>
          <w:trHeight w:val="536"/>
        </w:trPr>
        <w:tc>
          <w:tcPr>
            <w:tcW w:w="10065" w:type="dxa"/>
            <w:shd w:val="clear" w:color="auto" w:fill="auto"/>
            <w:vAlign w:val="center"/>
          </w:tcPr>
          <w:p w14:paraId="31FBB925" w14:textId="77777777" w:rsidR="00C7165A" w:rsidRPr="00C7165A" w:rsidRDefault="001153F3" w:rsidP="00C7165A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ind w:left="214" w:right="74" w:hanging="214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 xml:space="preserve">Apreciación sobre el grado de consecución de los objetivos, capacidades, o resultados de aprendizaje en su caso, incluidos en el </w:t>
            </w:r>
            <w:r w:rsidR="005351E7" w:rsidRPr="003806EE">
              <w:rPr>
                <w:rFonts w:cs="Arial"/>
                <w:sz w:val="18"/>
                <w:szCs w:val="18"/>
              </w:rPr>
              <w:t>programa</w:t>
            </w:r>
            <w:r w:rsidRPr="003806EE">
              <w:rPr>
                <w:rFonts w:cs="Arial"/>
                <w:sz w:val="18"/>
                <w:szCs w:val="18"/>
              </w:rPr>
              <w:t xml:space="preserve"> formativo.</w:t>
            </w:r>
          </w:p>
        </w:tc>
      </w:tr>
      <w:tr w:rsidR="001153F3" w:rsidRPr="00235FA2" w14:paraId="3D198FAB" w14:textId="77777777" w:rsidTr="004B1735">
        <w:tc>
          <w:tcPr>
            <w:tcW w:w="10065" w:type="dxa"/>
          </w:tcPr>
          <w:p w14:paraId="46B04857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73D40BD1" w14:textId="77777777" w:rsidR="001153F3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28D64571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3F32C4E9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19B8F5B7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7B72380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77D9E447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7D175E84" w14:textId="77777777" w:rsidR="004D05A9" w:rsidRPr="00235FA2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0491EF5C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D984435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057D9068" w14:textId="77777777" w:rsidR="001153F3" w:rsidRPr="00235FA2" w:rsidRDefault="001153F3" w:rsidP="004B1735">
            <w:pPr>
              <w:spacing w:after="40"/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</w:tbl>
    <w:p w14:paraId="18A95B34" w14:textId="77777777" w:rsidR="00C75E56" w:rsidRPr="00C75E56" w:rsidRDefault="00C75E56" w:rsidP="00C75E56">
      <w:pPr>
        <w:tabs>
          <w:tab w:val="num" w:pos="-1418"/>
        </w:tabs>
        <w:ind w:left="284" w:right="-17" w:hanging="284"/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1153F3" w:rsidRPr="00235FA2" w14:paraId="4AA6AFEF" w14:textId="77777777" w:rsidTr="00C7165A">
        <w:trPr>
          <w:trHeight w:val="484"/>
        </w:trPr>
        <w:tc>
          <w:tcPr>
            <w:tcW w:w="10065" w:type="dxa"/>
            <w:shd w:val="clear" w:color="auto" w:fill="auto"/>
            <w:vAlign w:val="center"/>
          </w:tcPr>
          <w:p w14:paraId="341CA9B1" w14:textId="77777777" w:rsidR="001153F3" w:rsidRPr="003806EE" w:rsidRDefault="001153F3" w:rsidP="00C7165A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ind w:left="214" w:right="74" w:hanging="214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Criterios y procedimientos de evaluación. Instrumentos de evaluación (observación sistemática del trabajo, pruebas, etc.).</w:t>
            </w:r>
          </w:p>
        </w:tc>
      </w:tr>
      <w:tr w:rsidR="001153F3" w:rsidRPr="00235FA2" w14:paraId="129E2334" w14:textId="77777777" w:rsidTr="004B1735">
        <w:tc>
          <w:tcPr>
            <w:tcW w:w="10065" w:type="dxa"/>
          </w:tcPr>
          <w:p w14:paraId="77B84C59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7455DB14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1CC28C13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E84677A" w14:textId="77777777" w:rsidR="001153F3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882A476" w14:textId="77777777" w:rsidR="004D05A9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76EC277E" w14:textId="77777777" w:rsidR="004D05A9" w:rsidRPr="00235FA2" w:rsidRDefault="004D05A9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5CB40ACD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020F4866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1F591014" w14:textId="77777777" w:rsidR="001153F3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36CA8A63" w14:textId="77777777" w:rsidR="001153F3" w:rsidRPr="00235FA2" w:rsidRDefault="001153F3" w:rsidP="004B173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132BCE83" w14:textId="77777777" w:rsidR="001153F3" w:rsidRPr="00235FA2" w:rsidRDefault="001153F3" w:rsidP="004B1735">
            <w:pPr>
              <w:spacing w:after="40"/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</w:tbl>
    <w:p w14:paraId="57B92A6D" w14:textId="77777777" w:rsidR="001153F3" w:rsidRDefault="001153F3">
      <w:pPr>
        <w:tabs>
          <w:tab w:val="num" w:pos="-1418"/>
        </w:tabs>
        <w:ind w:left="284" w:right="-17" w:hanging="284"/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B0368" w:rsidRPr="00235FA2" w14:paraId="359F75A5" w14:textId="77777777" w:rsidTr="00C7165A">
        <w:trPr>
          <w:trHeight w:val="472"/>
        </w:trPr>
        <w:tc>
          <w:tcPr>
            <w:tcW w:w="10065" w:type="dxa"/>
            <w:shd w:val="clear" w:color="auto" w:fill="auto"/>
            <w:vAlign w:val="center"/>
          </w:tcPr>
          <w:p w14:paraId="759D7BB3" w14:textId="77777777" w:rsidR="004B0368" w:rsidRPr="003806EE" w:rsidRDefault="004B0368" w:rsidP="00C7165A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ind w:left="214" w:right="74" w:hanging="214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>Datos de interés/aspectos a destacar, en el desarrollo del proyecto en colaboración con la empresa/</w:t>
            </w:r>
            <w:r w:rsidR="00A547DB" w:rsidRPr="003806EE">
              <w:rPr>
                <w:rFonts w:cs="Arial"/>
                <w:sz w:val="18"/>
                <w:szCs w:val="18"/>
              </w:rPr>
              <w:t xml:space="preserve"> </w:t>
            </w:r>
            <w:r w:rsidRPr="003806EE">
              <w:rPr>
                <w:rFonts w:cs="Arial"/>
                <w:sz w:val="18"/>
                <w:szCs w:val="18"/>
              </w:rPr>
              <w:t>organismo/entidad.</w:t>
            </w:r>
          </w:p>
        </w:tc>
      </w:tr>
      <w:tr w:rsidR="004B0368" w:rsidRPr="00235FA2" w14:paraId="62E43274" w14:textId="77777777" w:rsidTr="00F614E9">
        <w:tc>
          <w:tcPr>
            <w:tcW w:w="10065" w:type="dxa"/>
          </w:tcPr>
          <w:p w14:paraId="4170F8E8" w14:textId="77777777" w:rsidR="004B0368" w:rsidRPr="00235FA2" w:rsidRDefault="004B0368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2609BE70" w14:textId="77777777" w:rsidR="004B0368" w:rsidRDefault="004B0368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5EDBA694" w14:textId="77777777" w:rsidR="004D05A9" w:rsidRDefault="004D05A9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2B925814" w14:textId="77777777" w:rsidR="004D05A9" w:rsidRPr="00235FA2" w:rsidRDefault="004D05A9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2849C8B7" w14:textId="77777777" w:rsidR="004B0368" w:rsidRDefault="004B0368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31A5D8F7" w14:textId="77777777" w:rsidR="004D05A9" w:rsidRDefault="004D05A9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42815652" w14:textId="77777777" w:rsidR="004D05A9" w:rsidRPr="00235FA2" w:rsidRDefault="004D05A9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76D9526A" w14:textId="77777777" w:rsidR="004B0368" w:rsidRPr="00235FA2" w:rsidRDefault="004B0368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0A3BA96B" w14:textId="77777777" w:rsidR="004B0368" w:rsidRPr="00235FA2" w:rsidRDefault="004B0368" w:rsidP="00F614E9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2DDF198E" w14:textId="77777777" w:rsidR="004B0368" w:rsidRPr="00235FA2" w:rsidRDefault="004B0368" w:rsidP="00F614E9">
            <w:pPr>
              <w:spacing w:after="40"/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</w:tbl>
    <w:p w14:paraId="67706C1F" w14:textId="77777777" w:rsidR="001153F3" w:rsidRDefault="00C75E56">
      <w:pPr>
        <w:tabs>
          <w:tab w:val="num" w:pos="-1418"/>
        </w:tabs>
        <w:ind w:left="284" w:right="-17" w:hanging="284"/>
        <w:rPr>
          <w:sz w:val="16"/>
        </w:rPr>
      </w:pPr>
      <w:r>
        <w:rPr>
          <w:sz w:val="16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371FD" w:rsidRPr="00235FA2" w14:paraId="5831D8FB" w14:textId="77777777" w:rsidTr="00C7165A">
        <w:trPr>
          <w:trHeight w:val="419"/>
        </w:trPr>
        <w:tc>
          <w:tcPr>
            <w:tcW w:w="10065" w:type="dxa"/>
            <w:shd w:val="clear" w:color="auto" w:fill="auto"/>
            <w:vAlign w:val="center"/>
          </w:tcPr>
          <w:p w14:paraId="5EF0D540" w14:textId="77777777" w:rsidR="004371FD" w:rsidRPr="003806EE" w:rsidRDefault="004371FD" w:rsidP="00C7165A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ind w:left="214" w:right="74" w:hanging="214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lastRenderedPageBreak/>
              <w:t>Propuestas o acciones de mejora:</w:t>
            </w:r>
          </w:p>
        </w:tc>
      </w:tr>
      <w:tr w:rsidR="003C4C70" w:rsidRPr="00235FA2" w14:paraId="189A47D7" w14:textId="77777777" w:rsidTr="004371FD">
        <w:tc>
          <w:tcPr>
            <w:tcW w:w="10065" w:type="dxa"/>
          </w:tcPr>
          <w:p w14:paraId="0B5E0222" w14:textId="77777777" w:rsidR="003C4C70" w:rsidRPr="00235FA2" w:rsidRDefault="003C4C70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308489E0" w14:textId="77777777" w:rsidR="003C4C70" w:rsidRPr="00235FA2" w:rsidRDefault="003C4C70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7AA20B4" w14:textId="77777777" w:rsidR="003C4C70" w:rsidRPr="00235FA2" w:rsidRDefault="003C4C70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04B57A6D" w14:textId="77777777" w:rsidR="004371FD" w:rsidRPr="00235FA2" w:rsidRDefault="004371FD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412663B1" w14:textId="77777777" w:rsidR="00C206C5" w:rsidRPr="00235FA2" w:rsidRDefault="00C206C5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78CB4AB3" w14:textId="77777777" w:rsidR="00A55C7E" w:rsidRPr="00235FA2" w:rsidRDefault="00A55C7E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29FDA738" w14:textId="77777777" w:rsidR="003C4C70" w:rsidRPr="00235FA2" w:rsidRDefault="003C4C70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0304E24B" w14:textId="77777777" w:rsidR="003C4C70" w:rsidRPr="00235FA2" w:rsidRDefault="003C4C70">
            <w:pPr>
              <w:ind w:left="72" w:right="72"/>
              <w:rPr>
                <w:rFonts w:ascii="Times New Roman" w:hAnsi="Times New Roman"/>
                <w:sz w:val="20"/>
              </w:rPr>
            </w:pPr>
          </w:p>
          <w:p w14:paraId="6D6A0DA4" w14:textId="77777777" w:rsidR="003C4C70" w:rsidRPr="00235FA2" w:rsidRDefault="003C4C70">
            <w:pPr>
              <w:spacing w:after="40"/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</w:tbl>
    <w:p w14:paraId="71C2C5DD" w14:textId="77777777" w:rsidR="003C4C70" w:rsidRDefault="003C4C70">
      <w:pPr>
        <w:tabs>
          <w:tab w:val="num" w:pos="-1418"/>
        </w:tabs>
        <w:ind w:left="284" w:right="-17" w:hanging="284"/>
        <w:rPr>
          <w:sz w:val="16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371FD" w:rsidRPr="00235FA2" w14:paraId="6AC94AB4" w14:textId="77777777" w:rsidTr="002A7D88">
        <w:trPr>
          <w:trHeight w:val="601"/>
        </w:trPr>
        <w:tc>
          <w:tcPr>
            <w:tcW w:w="10065" w:type="dxa"/>
            <w:shd w:val="clear" w:color="auto" w:fill="auto"/>
            <w:vAlign w:val="center"/>
          </w:tcPr>
          <w:p w14:paraId="582DA96B" w14:textId="77777777" w:rsidR="004371FD" w:rsidRPr="003806EE" w:rsidRDefault="004D05A9" w:rsidP="00C7165A">
            <w:pPr>
              <w:numPr>
                <w:ilvl w:val="0"/>
                <w:numId w:val="5"/>
              </w:numPr>
              <w:tabs>
                <w:tab w:val="clear" w:pos="434"/>
                <w:tab w:val="num" w:pos="214"/>
              </w:tabs>
              <w:ind w:left="214" w:right="74" w:hanging="214"/>
              <w:jc w:val="both"/>
              <w:rPr>
                <w:rFonts w:cs="Arial"/>
                <w:sz w:val="18"/>
                <w:szCs w:val="18"/>
              </w:rPr>
            </w:pPr>
            <w:r w:rsidRPr="003806EE">
              <w:rPr>
                <w:rFonts w:cs="Arial"/>
                <w:sz w:val="18"/>
                <w:szCs w:val="18"/>
              </w:rPr>
              <w:t xml:space="preserve">Becas o ayudas. </w:t>
            </w:r>
            <w:r w:rsidR="004371FD" w:rsidRPr="003806EE">
              <w:rPr>
                <w:rFonts w:cs="Arial"/>
                <w:sz w:val="18"/>
                <w:szCs w:val="18"/>
              </w:rPr>
              <w:t>Relación de</w:t>
            </w:r>
            <w:r w:rsidR="001A3179">
              <w:rPr>
                <w:rFonts w:cs="Arial"/>
                <w:sz w:val="18"/>
                <w:szCs w:val="18"/>
              </w:rPr>
              <w:t>l</w:t>
            </w:r>
            <w:r w:rsidR="004371FD" w:rsidRPr="003806EE">
              <w:rPr>
                <w:rFonts w:cs="Arial"/>
                <w:sz w:val="18"/>
                <w:szCs w:val="18"/>
              </w:rPr>
              <w:t xml:space="preserve"> alumn</w:t>
            </w:r>
            <w:r w:rsidR="001A3179">
              <w:rPr>
                <w:rFonts w:cs="Arial"/>
                <w:sz w:val="18"/>
                <w:szCs w:val="18"/>
              </w:rPr>
              <w:t>ado</w:t>
            </w:r>
            <w:r w:rsidR="004371FD" w:rsidRPr="003806EE">
              <w:rPr>
                <w:rFonts w:cs="Arial"/>
                <w:sz w:val="18"/>
                <w:szCs w:val="18"/>
              </w:rPr>
              <w:t xml:space="preserve"> a</w:t>
            </w:r>
            <w:r w:rsidR="001A3179">
              <w:rPr>
                <w:rFonts w:cs="Arial"/>
                <w:sz w:val="18"/>
                <w:szCs w:val="18"/>
              </w:rPr>
              <w:t>l</w:t>
            </w:r>
            <w:r w:rsidR="004371FD" w:rsidRPr="003806EE">
              <w:rPr>
                <w:rFonts w:cs="Arial"/>
                <w:sz w:val="18"/>
                <w:szCs w:val="18"/>
              </w:rPr>
              <w:t xml:space="preserve"> que se le ha concedido becas o ayudas por participar en este tipo de proyectos, in</w:t>
            </w:r>
            <w:r w:rsidR="00384963" w:rsidRPr="003806EE">
              <w:rPr>
                <w:rFonts w:cs="Arial"/>
                <w:sz w:val="18"/>
                <w:szCs w:val="18"/>
              </w:rPr>
              <w:t xml:space="preserve">dicando en cada caso el </w:t>
            </w:r>
            <w:r w:rsidR="00384963" w:rsidRPr="003806EE">
              <w:rPr>
                <w:rFonts w:cs="Arial"/>
                <w:sz w:val="18"/>
                <w:szCs w:val="18"/>
                <w:u w:val="single"/>
              </w:rPr>
              <w:t xml:space="preserve">importe </w:t>
            </w:r>
            <w:r w:rsidR="00E83A87" w:rsidRPr="003806EE">
              <w:rPr>
                <w:rFonts w:cs="Arial"/>
                <w:sz w:val="18"/>
                <w:szCs w:val="18"/>
                <w:u w:val="single"/>
              </w:rPr>
              <w:t>total</w:t>
            </w:r>
            <w:r w:rsidR="00E83A87" w:rsidRPr="003806EE">
              <w:rPr>
                <w:rFonts w:cs="Arial"/>
                <w:sz w:val="18"/>
                <w:szCs w:val="18"/>
              </w:rPr>
              <w:t xml:space="preserve"> </w:t>
            </w:r>
            <w:r w:rsidR="00384963" w:rsidRPr="003806EE">
              <w:rPr>
                <w:rFonts w:cs="Arial"/>
                <w:sz w:val="18"/>
                <w:szCs w:val="18"/>
              </w:rPr>
              <w:t>y</w:t>
            </w:r>
            <w:r w:rsidR="004371FD" w:rsidRPr="003806EE">
              <w:rPr>
                <w:rFonts w:cs="Arial"/>
                <w:sz w:val="18"/>
                <w:szCs w:val="18"/>
              </w:rPr>
              <w:t xml:space="preserve"> la </w:t>
            </w:r>
            <w:r w:rsidR="00B87F19" w:rsidRPr="003806EE">
              <w:rPr>
                <w:rFonts w:cs="Arial"/>
                <w:sz w:val="18"/>
                <w:szCs w:val="18"/>
              </w:rPr>
              <w:t>entidad</w:t>
            </w:r>
            <w:r w:rsidR="004371FD" w:rsidRPr="003806EE">
              <w:rPr>
                <w:rFonts w:cs="Arial"/>
                <w:sz w:val="18"/>
                <w:szCs w:val="18"/>
              </w:rPr>
              <w:t xml:space="preserve"> que haya concedido dichas becas o ayudas</w:t>
            </w:r>
            <w:r w:rsidR="00384963" w:rsidRPr="003806EE">
              <w:rPr>
                <w:rFonts w:cs="Arial"/>
                <w:sz w:val="18"/>
                <w:szCs w:val="18"/>
              </w:rPr>
              <w:t>.</w:t>
            </w:r>
          </w:p>
        </w:tc>
      </w:tr>
      <w:tr w:rsidR="00C206C5" w:rsidRPr="00235FA2" w14:paraId="598C15BF" w14:textId="77777777" w:rsidTr="002A7D88">
        <w:tc>
          <w:tcPr>
            <w:tcW w:w="10065" w:type="dxa"/>
          </w:tcPr>
          <w:p w14:paraId="4743DD9E" w14:textId="77777777" w:rsidR="00C206C5" w:rsidRPr="00235FA2" w:rsidRDefault="00C206C5" w:rsidP="00C206C5">
            <w:pPr>
              <w:spacing w:before="120"/>
              <w:ind w:left="74" w:right="74"/>
              <w:rPr>
                <w:rFonts w:ascii="Times New Roman" w:hAnsi="Times New Roman"/>
                <w:sz w:val="20"/>
              </w:rPr>
            </w:pPr>
          </w:p>
          <w:p w14:paraId="1199C48D" w14:textId="77777777" w:rsidR="00C206C5" w:rsidRPr="00235FA2" w:rsidRDefault="00C206C5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53161A02" w14:textId="77777777" w:rsidR="00C206C5" w:rsidRPr="00235FA2" w:rsidRDefault="00C206C5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11F08ED4" w14:textId="77777777" w:rsidR="00C206C5" w:rsidRPr="00235FA2" w:rsidRDefault="00C206C5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54A41529" w14:textId="77777777" w:rsidR="00C206C5" w:rsidRPr="00235FA2" w:rsidRDefault="00C206C5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35CC9DF0" w14:textId="77777777" w:rsidR="00C206C5" w:rsidRDefault="00C206C5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05D3C414" w14:textId="77777777" w:rsidR="004D05A9" w:rsidRDefault="004D05A9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2815D61C" w14:textId="77777777" w:rsidR="004D05A9" w:rsidRDefault="004D05A9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68C3B567" w14:textId="77777777" w:rsidR="004D05A9" w:rsidRPr="00235FA2" w:rsidRDefault="004D05A9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37132A54" w14:textId="77777777" w:rsidR="00C206C5" w:rsidRPr="00235FA2" w:rsidRDefault="00C206C5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754BA04B" w14:textId="77777777" w:rsidR="00C206C5" w:rsidRPr="00235FA2" w:rsidRDefault="00C206C5" w:rsidP="00C206C5">
            <w:pPr>
              <w:ind w:left="74" w:right="72"/>
              <w:rPr>
                <w:rFonts w:ascii="Times New Roman" w:hAnsi="Times New Roman"/>
                <w:sz w:val="20"/>
              </w:rPr>
            </w:pPr>
          </w:p>
          <w:p w14:paraId="71515DE5" w14:textId="77777777" w:rsidR="00C206C5" w:rsidRPr="00235FA2" w:rsidRDefault="00C206C5" w:rsidP="00C206C5">
            <w:pPr>
              <w:spacing w:after="40"/>
              <w:ind w:left="74" w:right="74"/>
              <w:rPr>
                <w:rFonts w:ascii="Times New Roman" w:hAnsi="Times New Roman"/>
                <w:sz w:val="20"/>
              </w:rPr>
            </w:pPr>
          </w:p>
        </w:tc>
      </w:tr>
    </w:tbl>
    <w:p w14:paraId="6E2B2E74" w14:textId="77777777" w:rsidR="00C206C5" w:rsidRDefault="00C206C5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09A211D4" w14:textId="77777777" w:rsidR="002A7D88" w:rsidRPr="00235FA2" w:rsidRDefault="002A7D88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2992A4E5" w14:textId="77777777" w:rsidR="005E0439" w:rsidRPr="00A547DB" w:rsidRDefault="00C7165A" w:rsidP="003806EE">
      <w:pPr>
        <w:pStyle w:val="Ttulo1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En ______________ </w:t>
      </w:r>
      <w:proofErr w:type="spellStart"/>
      <w:r>
        <w:rPr>
          <w:rFonts w:cs="Arial"/>
          <w:b w:val="0"/>
          <w:sz w:val="20"/>
        </w:rPr>
        <w:t>a</w:t>
      </w:r>
      <w:proofErr w:type="spellEnd"/>
      <w:r>
        <w:rPr>
          <w:rFonts w:cs="Arial"/>
          <w:b w:val="0"/>
          <w:sz w:val="20"/>
        </w:rPr>
        <w:t xml:space="preserve"> _____ </w:t>
      </w:r>
      <w:r w:rsidR="00A67058">
        <w:rPr>
          <w:rFonts w:cs="Arial"/>
          <w:b w:val="0"/>
          <w:sz w:val="20"/>
        </w:rPr>
        <w:t>de __________________</w:t>
      </w:r>
      <w:r w:rsidR="001A3179">
        <w:rPr>
          <w:rFonts w:cs="Arial"/>
          <w:b w:val="0"/>
          <w:sz w:val="20"/>
        </w:rPr>
        <w:t xml:space="preserve">_ </w:t>
      </w:r>
      <w:proofErr w:type="spellStart"/>
      <w:r w:rsidR="001A3179" w:rsidRPr="00A547DB">
        <w:rPr>
          <w:rFonts w:cs="Arial"/>
          <w:b w:val="0"/>
          <w:sz w:val="20"/>
        </w:rPr>
        <w:t>de</w:t>
      </w:r>
      <w:proofErr w:type="spellEnd"/>
      <w:r w:rsidR="005E0439" w:rsidRPr="00A547DB">
        <w:rPr>
          <w:rFonts w:cs="Arial"/>
          <w:b w:val="0"/>
          <w:sz w:val="20"/>
        </w:rPr>
        <w:t xml:space="preserve"> 20</w:t>
      </w:r>
      <w:r w:rsidR="00A67058">
        <w:rPr>
          <w:rFonts w:cs="Arial"/>
          <w:b w:val="0"/>
          <w:sz w:val="20"/>
        </w:rPr>
        <w:t>___</w:t>
      </w:r>
    </w:p>
    <w:p w14:paraId="79CCA57A" w14:textId="77777777" w:rsidR="00A55C7E" w:rsidRPr="00235FA2" w:rsidRDefault="00A55C7E" w:rsidP="005E0439">
      <w:pPr>
        <w:pStyle w:val="Ttulo1"/>
        <w:rPr>
          <w:rFonts w:ascii="Times New Roman" w:hAnsi="Times New Roman"/>
          <w:sz w:val="20"/>
        </w:rPr>
      </w:pPr>
    </w:p>
    <w:p w14:paraId="3AF533AE" w14:textId="77777777" w:rsidR="003C4C70" w:rsidRPr="003806EE" w:rsidRDefault="005E0439" w:rsidP="005E0439">
      <w:pPr>
        <w:pStyle w:val="Ttulo1"/>
        <w:rPr>
          <w:rFonts w:cs="Arial"/>
          <w:b w:val="0"/>
          <w:sz w:val="20"/>
        </w:rPr>
      </w:pPr>
      <w:r w:rsidRPr="003806EE">
        <w:rPr>
          <w:rFonts w:cs="Arial"/>
          <w:b w:val="0"/>
          <w:sz w:val="20"/>
        </w:rPr>
        <w:t>El</w:t>
      </w:r>
      <w:r w:rsidR="00070048" w:rsidRPr="003806EE">
        <w:rPr>
          <w:rFonts w:cs="Arial"/>
          <w:b w:val="0"/>
          <w:sz w:val="20"/>
        </w:rPr>
        <w:t>/La</w:t>
      </w:r>
      <w:r w:rsidRPr="003806EE">
        <w:rPr>
          <w:rFonts w:cs="Arial"/>
          <w:b w:val="0"/>
          <w:sz w:val="20"/>
        </w:rPr>
        <w:t xml:space="preserve"> </w:t>
      </w:r>
      <w:r w:rsidR="00C7165A">
        <w:rPr>
          <w:rFonts w:cs="Arial"/>
          <w:b w:val="0"/>
          <w:sz w:val="20"/>
        </w:rPr>
        <w:t>t</w:t>
      </w:r>
      <w:r w:rsidRPr="003806EE">
        <w:rPr>
          <w:rFonts w:cs="Arial"/>
          <w:b w:val="0"/>
          <w:sz w:val="20"/>
        </w:rPr>
        <w:t>utor</w:t>
      </w:r>
      <w:r w:rsidR="00070048" w:rsidRPr="003806EE">
        <w:rPr>
          <w:rFonts w:cs="Arial"/>
          <w:b w:val="0"/>
          <w:sz w:val="20"/>
        </w:rPr>
        <w:t>/a</w:t>
      </w:r>
      <w:r w:rsidRPr="003806EE">
        <w:rPr>
          <w:rFonts w:cs="Arial"/>
          <w:b w:val="0"/>
          <w:sz w:val="20"/>
        </w:rPr>
        <w:t xml:space="preserve"> del </w:t>
      </w:r>
      <w:r w:rsidR="00C7165A">
        <w:rPr>
          <w:rFonts w:cs="Arial"/>
          <w:b w:val="0"/>
          <w:sz w:val="20"/>
        </w:rPr>
        <w:t>c</w:t>
      </w:r>
      <w:r w:rsidRPr="003806EE">
        <w:rPr>
          <w:rFonts w:cs="Arial"/>
          <w:b w:val="0"/>
          <w:sz w:val="20"/>
        </w:rPr>
        <w:t>entro educativo</w:t>
      </w:r>
    </w:p>
    <w:p w14:paraId="6BCC6583" w14:textId="77777777" w:rsidR="003C4C70" w:rsidRPr="00235FA2" w:rsidRDefault="003C4C70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1B5F417C" w14:textId="77777777" w:rsidR="003C4C70" w:rsidRPr="00235FA2" w:rsidRDefault="003C4C70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3060054B" w14:textId="77777777" w:rsidR="00A55C7E" w:rsidRDefault="00A55C7E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6EB7E084" w14:textId="77777777" w:rsidR="00C7165A" w:rsidRPr="00235FA2" w:rsidRDefault="00C7165A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1F2D12BA" w14:textId="77777777" w:rsidR="00A55C7E" w:rsidRPr="00235FA2" w:rsidRDefault="00A55C7E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1F343D44" w14:textId="77777777" w:rsidR="003C4C70" w:rsidRPr="00235FA2" w:rsidRDefault="003C4C70">
      <w:pPr>
        <w:tabs>
          <w:tab w:val="num" w:pos="-1418"/>
        </w:tabs>
        <w:ind w:left="284" w:right="-17" w:hanging="284"/>
        <w:rPr>
          <w:rFonts w:ascii="Times New Roman" w:hAnsi="Times New Roman"/>
          <w:sz w:val="20"/>
        </w:rPr>
      </w:pPr>
    </w:p>
    <w:p w14:paraId="321F2F6C" w14:textId="77777777" w:rsidR="003C4C70" w:rsidRPr="00A547DB" w:rsidRDefault="003C4C70" w:rsidP="005E0439">
      <w:pPr>
        <w:pStyle w:val="Sangradetextonormal"/>
        <w:jc w:val="center"/>
        <w:rPr>
          <w:rFonts w:cs="Arial"/>
          <w:sz w:val="20"/>
        </w:rPr>
      </w:pPr>
      <w:r w:rsidRPr="00A547DB">
        <w:rPr>
          <w:rFonts w:cs="Arial"/>
          <w:sz w:val="20"/>
        </w:rPr>
        <w:t xml:space="preserve">Fdo.: </w:t>
      </w:r>
      <w:r w:rsidR="00A67058">
        <w:rPr>
          <w:rFonts w:cs="Arial"/>
          <w:sz w:val="20"/>
        </w:rPr>
        <w:t>______________________________________</w:t>
      </w:r>
    </w:p>
    <w:p w14:paraId="716B1447" w14:textId="77777777" w:rsidR="001153F3" w:rsidRDefault="001153F3" w:rsidP="005E0439">
      <w:pPr>
        <w:pStyle w:val="Textoindependiente"/>
        <w:rPr>
          <w:sz w:val="16"/>
          <w:szCs w:val="16"/>
          <w:highlight w:val="yellow"/>
        </w:rPr>
      </w:pPr>
    </w:p>
    <w:p w14:paraId="33F5E406" w14:textId="77777777" w:rsidR="000079BB" w:rsidRDefault="000079BB" w:rsidP="005E0439">
      <w:pPr>
        <w:pStyle w:val="Textoindependiente"/>
        <w:rPr>
          <w:sz w:val="16"/>
          <w:szCs w:val="16"/>
          <w:highlight w:val="yellow"/>
        </w:rPr>
      </w:pPr>
    </w:p>
    <w:p w14:paraId="7B399A4F" w14:textId="77777777" w:rsidR="000079BB" w:rsidRDefault="000079BB" w:rsidP="005E0439">
      <w:pPr>
        <w:pStyle w:val="Textoindependiente"/>
        <w:rPr>
          <w:sz w:val="16"/>
          <w:szCs w:val="16"/>
          <w:highlight w:val="yellow"/>
        </w:rPr>
      </w:pPr>
    </w:p>
    <w:p w14:paraId="6BE1CA9F" w14:textId="77777777" w:rsidR="000079BB" w:rsidRDefault="000079BB" w:rsidP="005E0439">
      <w:pPr>
        <w:pStyle w:val="Textoindependiente"/>
        <w:rPr>
          <w:sz w:val="16"/>
          <w:szCs w:val="16"/>
          <w:highlight w:val="yellow"/>
        </w:rPr>
      </w:pPr>
    </w:p>
    <w:p w14:paraId="502734C4" w14:textId="77777777" w:rsidR="000079BB" w:rsidRDefault="000079BB" w:rsidP="005E0439">
      <w:pPr>
        <w:pStyle w:val="Textoindependiente"/>
        <w:rPr>
          <w:sz w:val="16"/>
          <w:szCs w:val="16"/>
          <w:highlight w:val="yellow"/>
        </w:rPr>
      </w:pPr>
    </w:p>
    <w:p w14:paraId="0B20188D" w14:textId="77777777" w:rsidR="000079BB" w:rsidRDefault="000079BB" w:rsidP="005E0439">
      <w:pPr>
        <w:pStyle w:val="Textoindependiente"/>
        <w:rPr>
          <w:sz w:val="16"/>
          <w:szCs w:val="16"/>
          <w:highlight w:val="yellow"/>
        </w:rPr>
      </w:pPr>
    </w:p>
    <w:p w14:paraId="695A886D" w14:textId="77777777" w:rsidR="000079BB" w:rsidRDefault="000079BB" w:rsidP="005E0439">
      <w:pPr>
        <w:pStyle w:val="Textoindependiente"/>
        <w:rPr>
          <w:sz w:val="16"/>
          <w:szCs w:val="16"/>
          <w:highlight w:val="yellow"/>
        </w:rPr>
      </w:pPr>
    </w:p>
    <w:p w14:paraId="5130A812" w14:textId="77777777" w:rsidR="000079BB" w:rsidRDefault="000079BB" w:rsidP="005E0439">
      <w:pPr>
        <w:pStyle w:val="Textoindependiente"/>
        <w:rPr>
          <w:sz w:val="16"/>
          <w:szCs w:val="16"/>
          <w:highlight w:val="yellow"/>
        </w:rPr>
      </w:pPr>
    </w:p>
    <w:p w14:paraId="52AC98A6" w14:textId="77777777" w:rsidR="00CA6DD3" w:rsidRDefault="00CA6DD3" w:rsidP="000079BB">
      <w:pPr>
        <w:pStyle w:val="Textoindependiente"/>
        <w:jc w:val="both"/>
        <w:rPr>
          <w:rFonts w:cs="Arial"/>
          <w:sz w:val="20"/>
        </w:rPr>
      </w:pPr>
    </w:p>
    <w:p w14:paraId="4FED3DCD" w14:textId="78ED4161" w:rsidR="000079BB" w:rsidRDefault="000079BB" w:rsidP="007D37B5">
      <w:pPr>
        <w:pStyle w:val="Textoindependiente"/>
        <w:jc w:val="both"/>
        <w:rPr>
          <w:sz w:val="16"/>
          <w:szCs w:val="16"/>
          <w:highlight w:val="yellow"/>
        </w:rPr>
      </w:pPr>
      <w:r>
        <w:rPr>
          <w:rFonts w:cs="Arial"/>
          <w:sz w:val="20"/>
        </w:rPr>
        <w:t xml:space="preserve">EL </w:t>
      </w:r>
      <w:r w:rsidRPr="009B6165">
        <w:rPr>
          <w:rFonts w:cs="Arial"/>
          <w:sz w:val="20"/>
        </w:rPr>
        <w:t xml:space="preserve">PRESENTE </w:t>
      </w:r>
      <w:r w:rsidR="00CA6DD3">
        <w:rPr>
          <w:rFonts w:cs="Arial"/>
          <w:sz w:val="20"/>
        </w:rPr>
        <w:t>INFORME SE REMITIRÁ A LA UNIDAD DE FORMACIÓN PROFESIONAL DE</w:t>
      </w:r>
      <w:r w:rsidRPr="009B6165">
        <w:rPr>
          <w:rFonts w:cs="Arial"/>
          <w:sz w:val="20"/>
        </w:rPr>
        <w:t xml:space="preserve"> LA CORRESPONDIENTE </w:t>
      </w:r>
      <w:r>
        <w:rPr>
          <w:rFonts w:cs="Arial"/>
          <w:sz w:val="20"/>
        </w:rPr>
        <w:t>DELEGACIÓN</w:t>
      </w:r>
      <w:r w:rsidRPr="009B6165">
        <w:rPr>
          <w:rFonts w:cs="Arial"/>
          <w:sz w:val="20"/>
        </w:rPr>
        <w:t xml:space="preserve"> PROVINCIAL DE EDUCACIÓN, CULTURA Y DEPORTES, UNA VEZ FINALIZADO EL PROYECTO DE FORMACIÓN PROFESIONAL DUAL, ANTES DEL 30 DE JUNIO DEL CURSO CORRESPONDIENTE</w:t>
      </w:r>
      <w:r>
        <w:rPr>
          <w:rFonts w:cs="Arial"/>
          <w:sz w:val="20"/>
        </w:rPr>
        <w:t>.</w:t>
      </w:r>
    </w:p>
    <w:sectPr w:rsidR="000079BB" w:rsidSect="007D37B5">
      <w:headerReference w:type="default" r:id="rId8"/>
      <w:pgSz w:w="11906" w:h="16838"/>
      <w:pgMar w:top="1737" w:right="849" w:bottom="1135" w:left="993" w:header="432" w:footer="11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0C374" w14:textId="77777777" w:rsidR="0054052C" w:rsidRDefault="0054052C">
      <w:r>
        <w:separator/>
      </w:r>
    </w:p>
  </w:endnote>
  <w:endnote w:type="continuationSeparator" w:id="0">
    <w:p w14:paraId="13F84173" w14:textId="77777777" w:rsidR="0054052C" w:rsidRDefault="0054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FC8FB" w14:textId="77777777" w:rsidR="0054052C" w:rsidRDefault="0054052C">
      <w:r>
        <w:separator/>
      </w:r>
    </w:p>
  </w:footnote>
  <w:footnote w:type="continuationSeparator" w:id="0">
    <w:p w14:paraId="4257E723" w14:textId="77777777" w:rsidR="0054052C" w:rsidRDefault="0054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A6734" w14:textId="60F6D8EF" w:rsidR="00724AF1" w:rsidRDefault="007D37B5" w:rsidP="00B671A4">
    <w:pPr>
      <w:pStyle w:val="Encabezado"/>
      <w:rPr>
        <w:rFonts w:cs="Arial"/>
        <w:sz w:val="12"/>
        <w:szCs w:val="12"/>
      </w:rPr>
    </w:pPr>
    <w:r w:rsidRPr="007D37B5">
      <w:rPr>
        <w:rFonts w:cs="Arial"/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 wp14:anchorId="4B012C57" wp14:editId="553DB987">
          <wp:simplePos x="0" y="0"/>
          <wp:positionH relativeFrom="column">
            <wp:posOffset>-2294</wp:posOffset>
          </wp:positionH>
          <wp:positionV relativeFrom="paragraph">
            <wp:posOffset>-622</wp:posOffset>
          </wp:positionV>
          <wp:extent cx="6390640" cy="1104265"/>
          <wp:effectExtent l="0" t="0" r="0" b="635"/>
          <wp:wrapTopAndBottom/>
          <wp:docPr id="1045452609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28744" name="Imagen 1" descr="Interfaz de usuario gráfic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1104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1A4">
      <w:rPr>
        <w:rFonts w:cs="Arial"/>
        <w:sz w:val="12"/>
        <w:szCs w:val="12"/>
      </w:rPr>
      <w:t xml:space="preserve"> </w:t>
    </w:r>
  </w:p>
  <w:p w14:paraId="67757413" w14:textId="28BDE1ED" w:rsidR="000079BB" w:rsidRDefault="00B671A4" w:rsidP="007D37B5">
    <w:pPr>
      <w:pStyle w:val="Encabezado"/>
      <w:tabs>
        <w:tab w:val="clear" w:pos="4252"/>
        <w:tab w:val="clear" w:pos="8504"/>
        <w:tab w:val="left" w:pos="5676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5D2"/>
    <w:multiLevelType w:val="singleLevel"/>
    <w:tmpl w:val="0AEA1A9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AF0042D"/>
    <w:multiLevelType w:val="singleLevel"/>
    <w:tmpl w:val="C67E4E9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4224410"/>
    <w:multiLevelType w:val="hybridMultilevel"/>
    <w:tmpl w:val="A59CD184"/>
    <w:lvl w:ilvl="0" w:tplc="74D0E42E">
      <w:start w:val="6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6A4E"/>
    <w:multiLevelType w:val="singleLevel"/>
    <w:tmpl w:val="0CA8F53A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12"/>
      </w:rPr>
    </w:lvl>
  </w:abstractNum>
  <w:abstractNum w:abstractNumId="4" w15:restartNumberingAfterBreak="0">
    <w:nsid w:val="54050042"/>
    <w:multiLevelType w:val="hybridMultilevel"/>
    <w:tmpl w:val="767AAA1C"/>
    <w:lvl w:ilvl="0" w:tplc="79E0E4BA">
      <w:start w:val="1"/>
      <w:numFmt w:val="lowerLetter"/>
      <w:lvlText w:val="%1)"/>
      <w:lvlJc w:val="left"/>
      <w:pPr>
        <w:tabs>
          <w:tab w:val="num" w:pos="434"/>
        </w:tabs>
        <w:ind w:left="434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5" w15:restartNumberingAfterBreak="0">
    <w:nsid w:val="57DA2186"/>
    <w:multiLevelType w:val="hybridMultilevel"/>
    <w:tmpl w:val="B40A925A"/>
    <w:lvl w:ilvl="0" w:tplc="CD98EB3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219D"/>
    <w:multiLevelType w:val="hybridMultilevel"/>
    <w:tmpl w:val="820C951C"/>
    <w:lvl w:ilvl="0" w:tplc="74D0E42E">
      <w:start w:val="6"/>
      <w:numFmt w:val="lowerLetter"/>
      <w:lvlText w:val="%1)"/>
      <w:lvlJc w:val="left"/>
      <w:pPr>
        <w:tabs>
          <w:tab w:val="num" w:pos="508"/>
        </w:tabs>
        <w:ind w:left="508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514" w:hanging="360"/>
      </w:pPr>
    </w:lvl>
    <w:lvl w:ilvl="2" w:tplc="0C0A001B" w:tentative="1">
      <w:start w:val="1"/>
      <w:numFmt w:val="lowerRoman"/>
      <w:lvlText w:val="%3."/>
      <w:lvlJc w:val="right"/>
      <w:pPr>
        <w:ind w:left="2234" w:hanging="180"/>
      </w:pPr>
    </w:lvl>
    <w:lvl w:ilvl="3" w:tplc="0C0A000F" w:tentative="1">
      <w:start w:val="1"/>
      <w:numFmt w:val="decimal"/>
      <w:lvlText w:val="%4."/>
      <w:lvlJc w:val="left"/>
      <w:pPr>
        <w:ind w:left="2954" w:hanging="360"/>
      </w:pPr>
    </w:lvl>
    <w:lvl w:ilvl="4" w:tplc="0C0A0019" w:tentative="1">
      <w:start w:val="1"/>
      <w:numFmt w:val="lowerLetter"/>
      <w:lvlText w:val="%5."/>
      <w:lvlJc w:val="left"/>
      <w:pPr>
        <w:ind w:left="3674" w:hanging="360"/>
      </w:pPr>
    </w:lvl>
    <w:lvl w:ilvl="5" w:tplc="0C0A001B" w:tentative="1">
      <w:start w:val="1"/>
      <w:numFmt w:val="lowerRoman"/>
      <w:lvlText w:val="%6."/>
      <w:lvlJc w:val="right"/>
      <w:pPr>
        <w:ind w:left="4394" w:hanging="180"/>
      </w:pPr>
    </w:lvl>
    <w:lvl w:ilvl="6" w:tplc="0C0A000F" w:tentative="1">
      <w:start w:val="1"/>
      <w:numFmt w:val="decimal"/>
      <w:lvlText w:val="%7."/>
      <w:lvlJc w:val="left"/>
      <w:pPr>
        <w:ind w:left="5114" w:hanging="360"/>
      </w:pPr>
    </w:lvl>
    <w:lvl w:ilvl="7" w:tplc="0C0A0019" w:tentative="1">
      <w:start w:val="1"/>
      <w:numFmt w:val="lowerLetter"/>
      <w:lvlText w:val="%8."/>
      <w:lvlJc w:val="left"/>
      <w:pPr>
        <w:ind w:left="5834" w:hanging="360"/>
      </w:pPr>
    </w:lvl>
    <w:lvl w:ilvl="8" w:tplc="0C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67130A1D"/>
    <w:multiLevelType w:val="singleLevel"/>
    <w:tmpl w:val="26C8428E"/>
    <w:lvl w:ilvl="0">
      <w:numFmt w:val="bullet"/>
      <w:lvlText w:val=""/>
      <w:lvlJc w:val="left"/>
      <w:pPr>
        <w:tabs>
          <w:tab w:val="num" w:pos="720"/>
        </w:tabs>
        <w:ind w:left="720" w:hanging="405"/>
      </w:pPr>
      <w:rPr>
        <w:rFonts w:ascii="Symbol" w:hAnsi="Symbol" w:hint="default"/>
        <w:i w:val="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0"/>
    <w:rsid w:val="000079BB"/>
    <w:rsid w:val="00031936"/>
    <w:rsid w:val="00054168"/>
    <w:rsid w:val="00070048"/>
    <w:rsid w:val="0007370D"/>
    <w:rsid w:val="000835D2"/>
    <w:rsid w:val="000B4E74"/>
    <w:rsid w:val="00106989"/>
    <w:rsid w:val="001153F3"/>
    <w:rsid w:val="00125E1D"/>
    <w:rsid w:val="001A3179"/>
    <w:rsid w:val="001B23C4"/>
    <w:rsid w:val="001C7047"/>
    <w:rsid w:val="001D0CBE"/>
    <w:rsid w:val="001D37B1"/>
    <w:rsid w:val="001E007E"/>
    <w:rsid w:val="00213E5D"/>
    <w:rsid w:val="0021668A"/>
    <w:rsid w:val="00227690"/>
    <w:rsid w:val="00235FA2"/>
    <w:rsid w:val="00265ED6"/>
    <w:rsid w:val="00275BFA"/>
    <w:rsid w:val="00284CD2"/>
    <w:rsid w:val="0029060E"/>
    <w:rsid w:val="002A09E9"/>
    <w:rsid w:val="002A253A"/>
    <w:rsid w:val="002A3B13"/>
    <w:rsid w:val="002A7D88"/>
    <w:rsid w:val="002A7E40"/>
    <w:rsid w:val="002C3F79"/>
    <w:rsid w:val="00312161"/>
    <w:rsid w:val="00325036"/>
    <w:rsid w:val="003257C6"/>
    <w:rsid w:val="003442BE"/>
    <w:rsid w:val="003806EE"/>
    <w:rsid w:val="00384963"/>
    <w:rsid w:val="00395E9C"/>
    <w:rsid w:val="003A68B2"/>
    <w:rsid w:val="003C1800"/>
    <w:rsid w:val="003C4C70"/>
    <w:rsid w:val="003D2ABF"/>
    <w:rsid w:val="003F55D8"/>
    <w:rsid w:val="004060F3"/>
    <w:rsid w:val="004215B6"/>
    <w:rsid w:val="004371FD"/>
    <w:rsid w:val="00452612"/>
    <w:rsid w:val="00475FE6"/>
    <w:rsid w:val="00492B89"/>
    <w:rsid w:val="004A1D35"/>
    <w:rsid w:val="004A76A3"/>
    <w:rsid w:val="004B0368"/>
    <w:rsid w:val="004B1735"/>
    <w:rsid w:val="004D05A9"/>
    <w:rsid w:val="004F34B9"/>
    <w:rsid w:val="00516551"/>
    <w:rsid w:val="00521E8C"/>
    <w:rsid w:val="005351E7"/>
    <w:rsid w:val="0054052C"/>
    <w:rsid w:val="00541637"/>
    <w:rsid w:val="00566D7B"/>
    <w:rsid w:val="00587711"/>
    <w:rsid w:val="005E0439"/>
    <w:rsid w:val="00686782"/>
    <w:rsid w:val="006A3B9F"/>
    <w:rsid w:val="006A5525"/>
    <w:rsid w:val="006B1B14"/>
    <w:rsid w:val="007217D6"/>
    <w:rsid w:val="00724AF1"/>
    <w:rsid w:val="0073491B"/>
    <w:rsid w:val="00736702"/>
    <w:rsid w:val="00760505"/>
    <w:rsid w:val="00775BB0"/>
    <w:rsid w:val="007900C5"/>
    <w:rsid w:val="007D37B5"/>
    <w:rsid w:val="007E1480"/>
    <w:rsid w:val="00860492"/>
    <w:rsid w:val="008B156D"/>
    <w:rsid w:val="008B4F8C"/>
    <w:rsid w:val="008D2131"/>
    <w:rsid w:val="00915007"/>
    <w:rsid w:val="00916159"/>
    <w:rsid w:val="0098078E"/>
    <w:rsid w:val="009B6165"/>
    <w:rsid w:val="00A14CF2"/>
    <w:rsid w:val="00A44B9F"/>
    <w:rsid w:val="00A547DB"/>
    <w:rsid w:val="00A55C7E"/>
    <w:rsid w:val="00A67058"/>
    <w:rsid w:val="00A7379E"/>
    <w:rsid w:val="00A90D31"/>
    <w:rsid w:val="00A90E92"/>
    <w:rsid w:val="00AD1B7D"/>
    <w:rsid w:val="00B15E41"/>
    <w:rsid w:val="00B37BAC"/>
    <w:rsid w:val="00B53657"/>
    <w:rsid w:val="00B65A5D"/>
    <w:rsid w:val="00B671A4"/>
    <w:rsid w:val="00B71E12"/>
    <w:rsid w:val="00B7659D"/>
    <w:rsid w:val="00B87F19"/>
    <w:rsid w:val="00B97422"/>
    <w:rsid w:val="00BD763A"/>
    <w:rsid w:val="00BE38BB"/>
    <w:rsid w:val="00BF0606"/>
    <w:rsid w:val="00C050D5"/>
    <w:rsid w:val="00C206C5"/>
    <w:rsid w:val="00C7165A"/>
    <w:rsid w:val="00C75E56"/>
    <w:rsid w:val="00C839FA"/>
    <w:rsid w:val="00C966D3"/>
    <w:rsid w:val="00CA6DD3"/>
    <w:rsid w:val="00CB61A4"/>
    <w:rsid w:val="00CE0B6F"/>
    <w:rsid w:val="00D13F9E"/>
    <w:rsid w:val="00D25F0F"/>
    <w:rsid w:val="00D30269"/>
    <w:rsid w:val="00D44D13"/>
    <w:rsid w:val="00D924E7"/>
    <w:rsid w:val="00D96C88"/>
    <w:rsid w:val="00DC4A8F"/>
    <w:rsid w:val="00DE3655"/>
    <w:rsid w:val="00E83A87"/>
    <w:rsid w:val="00EC5339"/>
    <w:rsid w:val="00EF2A3E"/>
    <w:rsid w:val="00EF420F"/>
    <w:rsid w:val="00EF74BE"/>
    <w:rsid w:val="00F00827"/>
    <w:rsid w:val="00F331EB"/>
    <w:rsid w:val="00F57E17"/>
    <w:rsid w:val="00F614E9"/>
    <w:rsid w:val="00F7426C"/>
    <w:rsid w:val="00F80820"/>
    <w:rsid w:val="00FB0039"/>
    <w:rsid w:val="00FE021D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398474E"/>
  <w15:chartTrackingRefBased/>
  <w15:docId w15:val="{721B6EB5-9940-4CDF-9129-8656EE17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spacing w:before="60" w:after="60"/>
      <w:ind w:left="74" w:right="74"/>
      <w:jc w:val="center"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pPr>
      <w:keepNext/>
      <w:spacing w:before="240" w:after="120"/>
      <w:ind w:firstLine="1206"/>
      <w:outlineLvl w:val="1"/>
    </w:pPr>
    <w:rPr>
      <w:smallCap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Normal"/>
    <w:qFormat/>
    <w:pPr>
      <w:jc w:val="center"/>
    </w:pPr>
    <w:rPr>
      <w:b/>
      <w:sz w:val="28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3C4C70"/>
    <w:rPr>
      <w:rFonts w:ascii="Tahoma" w:hAnsi="Tahoma" w:cs="Tahoma"/>
      <w:sz w:val="16"/>
      <w:szCs w:val="16"/>
    </w:rPr>
  </w:style>
  <w:style w:type="character" w:styleId="Hipervnculo">
    <w:name w:val="Hyperlink"/>
    <w:rsid w:val="00312161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5E0439"/>
    <w:pPr>
      <w:spacing w:after="120"/>
    </w:pPr>
  </w:style>
  <w:style w:type="character" w:customStyle="1" w:styleId="TextoindependienteCar">
    <w:name w:val="Texto independiente Car"/>
    <w:link w:val="Textoindependiente"/>
    <w:rsid w:val="005E0439"/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5E0439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5E0439"/>
    <w:rPr>
      <w:rFonts w:ascii="Arial" w:hAnsi="Arial"/>
      <w:sz w:val="22"/>
    </w:rPr>
  </w:style>
  <w:style w:type="paragraph" w:styleId="Subttulo">
    <w:name w:val="Subtitle"/>
    <w:basedOn w:val="Normal"/>
    <w:next w:val="Normal"/>
    <w:link w:val="SubttuloCar"/>
    <w:qFormat/>
    <w:rsid w:val="005E0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link w:val="Subttulo"/>
    <w:rsid w:val="005E0439"/>
    <w:rPr>
      <w:rFonts w:ascii="Cambria" w:eastAsia="Times New Roman" w:hAnsi="Cambria" w:cs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5E04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5E043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rsid w:val="002A3B13"/>
    <w:rPr>
      <w:sz w:val="20"/>
    </w:rPr>
  </w:style>
  <w:style w:type="character" w:customStyle="1" w:styleId="TextonotapieCar">
    <w:name w:val="Texto nota pie Car"/>
    <w:link w:val="Textonotapie"/>
    <w:rsid w:val="002A3B13"/>
    <w:rPr>
      <w:rFonts w:ascii="Arial" w:hAnsi="Arial"/>
    </w:rPr>
  </w:style>
  <w:style w:type="character" w:styleId="Refdenotaalpie">
    <w:name w:val="footnote reference"/>
    <w:rsid w:val="002A3B13"/>
    <w:rPr>
      <w:vertAlign w:val="superscript"/>
    </w:rPr>
  </w:style>
  <w:style w:type="table" w:styleId="Tablaconcuadrcula">
    <w:name w:val="Table Grid"/>
    <w:basedOn w:val="Tablanormal"/>
    <w:uiPriority w:val="59"/>
    <w:rsid w:val="005416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D25F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7.tm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54798E602948FE9BCF4C43593EB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21EF1-BF6C-4B6A-92D5-F180B4AE8B19}"/>
      </w:docPartPr>
      <w:docPartBody>
        <w:p w:rsidR="00F27591" w:rsidRDefault="0080042E" w:rsidP="0080042E">
          <w:pPr>
            <w:pStyle w:val="5754798E602948FE9BCF4C43593EB02A"/>
          </w:pPr>
          <w:r w:rsidRPr="00F83DC0">
            <w:rPr>
              <w:rStyle w:val="Textodelmarcadordeposicin"/>
            </w:rPr>
            <w:t>Elija un elemento.</w:t>
          </w:r>
        </w:p>
      </w:docPartBody>
    </w:docPart>
    <w:docPart>
      <w:docPartPr>
        <w:name w:val="E7A1D8D8D7D24CB2848F37DD3681D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D6C1F-8174-40FD-A9D1-7896DED117C7}"/>
      </w:docPartPr>
      <w:docPartBody>
        <w:p w:rsidR="00F27591" w:rsidRDefault="0080042E" w:rsidP="0080042E">
          <w:pPr>
            <w:pStyle w:val="E7A1D8D8D7D24CB2848F37DD3681DED0"/>
          </w:pPr>
          <w:r w:rsidRPr="00F83DC0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2E"/>
    <w:rsid w:val="00054168"/>
    <w:rsid w:val="002A7E40"/>
    <w:rsid w:val="002C6673"/>
    <w:rsid w:val="0080042E"/>
    <w:rsid w:val="00F27591"/>
    <w:rsid w:val="00F7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0042E"/>
    <w:rPr>
      <w:color w:val="808080"/>
    </w:rPr>
  </w:style>
  <w:style w:type="paragraph" w:customStyle="1" w:styleId="5754798E602948FE9BCF4C43593EB02A">
    <w:name w:val="5754798E602948FE9BCF4C43593EB02A"/>
    <w:rsid w:val="0080042E"/>
  </w:style>
  <w:style w:type="paragraph" w:customStyle="1" w:styleId="E7A1D8D8D7D24CB2848F37DD3681DED0">
    <w:name w:val="E7A1D8D8D7D24CB2848F37DD3681DED0"/>
    <w:rsid w:val="00800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ACC0E-E3E2-4278-AFE2-FC929A9D0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0</TotalTime>
  <Pages>3</Pages>
  <Words>334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IX Informe de evaluación individualizado</vt:lpstr>
    </vt:vector>
  </TitlesOfParts>
  <Company>Comunidad Madrid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IX Informe de evaluación individualizado</dc:title>
  <dc:subject/>
  <dc:creator>I.C.M.</dc:creator>
  <cp:keywords/>
  <cp:lastModifiedBy>Usuario</cp:lastModifiedBy>
  <cp:revision>2</cp:revision>
  <cp:lastPrinted>2021-09-14T08:07:00Z</cp:lastPrinted>
  <dcterms:created xsi:type="dcterms:W3CDTF">2025-08-31T17:34:00Z</dcterms:created>
  <dcterms:modified xsi:type="dcterms:W3CDTF">2025-08-31T17:34:00Z</dcterms:modified>
</cp:coreProperties>
</file>